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8EC7D" w14:textId="77777777" w:rsidR="009E2B76" w:rsidRPr="00545510" w:rsidRDefault="009E2B76" w:rsidP="003919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5510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14:paraId="7B756447" w14:textId="60A50D05" w:rsidR="009E2B76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F15F8B" w14:textId="77777777" w:rsidR="00E02471" w:rsidRPr="003919FA" w:rsidRDefault="00E02471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4F525" w14:textId="5C8345BD" w:rsidR="009E2B76" w:rsidRPr="003919FA" w:rsidRDefault="00E02471" w:rsidP="00D2594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347AC">
        <w:rPr>
          <w:rFonts w:ascii="Times New Roman" w:hAnsi="Times New Roman" w:cs="Times New Roman"/>
          <w:b/>
          <w:sz w:val="24"/>
          <w:szCs w:val="24"/>
        </w:rPr>
        <w:t>лияни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7347AC">
        <w:rPr>
          <w:rFonts w:ascii="Times New Roman" w:hAnsi="Times New Roman" w:cs="Times New Roman"/>
          <w:b/>
          <w:sz w:val="24"/>
          <w:szCs w:val="24"/>
        </w:rPr>
        <w:t xml:space="preserve"> обязательств по договорам аренды на собственные средства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9FA">
        <w:rPr>
          <w:rFonts w:ascii="Times New Roman" w:hAnsi="Times New Roman" w:cs="Times New Roman"/>
          <w:b/>
          <w:sz w:val="24"/>
          <w:szCs w:val="24"/>
        </w:rPr>
        <w:t>(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помесячно</w:t>
      </w:r>
      <w:r w:rsidR="003919FA">
        <w:rPr>
          <w:rFonts w:ascii="Times New Roman" w:hAnsi="Times New Roman" w:cs="Times New Roman"/>
          <w:b/>
          <w:sz w:val="24"/>
          <w:szCs w:val="24"/>
        </w:rPr>
        <w:t>)</w:t>
      </w:r>
      <w:r w:rsidR="00D02C0F">
        <w:rPr>
          <w:rFonts w:ascii="Times New Roman" w:hAnsi="Times New Roman" w:cs="Times New Roman"/>
          <w:b/>
          <w:sz w:val="24"/>
          <w:szCs w:val="24"/>
        </w:rPr>
        <w:t>:</w:t>
      </w:r>
    </w:p>
    <w:p w14:paraId="2A8D884D" w14:textId="77777777" w:rsidR="009E2B76" w:rsidRPr="003919FA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F32A96" w14:textId="2A2AD907" w:rsidR="004C4E28" w:rsidRDefault="004C4E28" w:rsidP="004C4E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 xml:space="preserve">На примере </w:t>
      </w:r>
      <w:r>
        <w:rPr>
          <w:rFonts w:ascii="Times New Roman" w:hAnsi="Times New Roman" w:cs="Times New Roman"/>
          <w:b/>
          <w:sz w:val="24"/>
          <w:szCs w:val="24"/>
        </w:rPr>
        <w:t xml:space="preserve">2-х </w:t>
      </w:r>
      <w:r w:rsidRPr="003919FA">
        <w:rPr>
          <w:rFonts w:ascii="Times New Roman" w:hAnsi="Times New Roman" w:cs="Times New Roman"/>
          <w:b/>
          <w:sz w:val="24"/>
          <w:szCs w:val="24"/>
        </w:rPr>
        <w:t xml:space="preserve">договоров АО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3919FA">
        <w:rPr>
          <w:rFonts w:ascii="Times New Roman" w:hAnsi="Times New Roman" w:cs="Times New Roman"/>
          <w:b/>
          <w:sz w:val="24"/>
          <w:szCs w:val="24"/>
        </w:rPr>
        <w:t xml:space="preserve">НПФ </w:t>
      </w:r>
      <w:r>
        <w:rPr>
          <w:rFonts w:ascii="Times New Roman" w:hAnsi="Times New Roman" w:cs="Times New Roman"/>
          <w:b/>
          <w:sz w:val="24"/>
          <w:szCs w:val="24"/>
        </w:rPr>
        <w:t>«Будущее»</w:t>
      </w:r>
      <w:r w:rsidRPr="003919FA">
        <w:rPr>
          <w:rFonts w:ascii="Times New Roman" w:hAnsi="Times New Roman" w:cs="Times New Roman"/>
          <w:b/>
          <w:sz w:val="24"/>
          <w:szCs w:val="24"/>
        </w:rPr>
        <w:t>:</w:t>
      </w:r>
    </w:p>
    <w:p w14:paraId="5ECA9641" w14:textId="77777777" w:rsidR="004C4E28" w:rsidRDefault="004C4E28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86B710" w14:textId="77777777" w:rsidR="009E2B76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>Договор 1</w:t>
      </w:r>
      <w:r w:rsidR="00517B31">
        <w:rPr>
          <w:rFonts w:ascii="Times New Roman" w:hAnsi="Times New Roman" w:cs="Times New Roman"/>
          <w:b/>
          <w:sz w:val="24"/>
          <w:szCs w:val="24"/>
        </w:rPr>
        <w:t>:</w:t>
      </w:r>
    </w:p>
    <w:p w14:paraId="4BB0ECED" w14:textId="77777777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Долгосрочный договор, срок с 01.06.2016 до 31.10.2022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7E1F2E" w14:textId="23C4FBB0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обеспечительного платежа с 2018 г</w:t>
      </w:r>
      <w:r w:rsidR="004C4E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обеспечительный платеж 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размере </w:t>
      </w: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месяцев в 2016-2017 г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7F14CE" w14:textId="77777777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оплаты - предоплата за месяц ежемесячного расхода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84E0EA9" w14:textId="77777777" w:rsidR="00517B31" w:rsidRDefault="007347AC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асторжение </w:t>
      </w:r>
      <w:r w:rsidR="003919FA"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с уведомлением за 10 месяцев, расторжение договора с 31.10.2020, стратегия фонда предполагает расторжение с 31.10.2020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952B7B" w14:textId="77777777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Ставка заемных средств – 25%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B1EF77" w14:textId="77777777" w:rsidR="00517B31" w:rsidRDefault="007347AC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 аренды </w:t>
      </w:r>
      <w:r w:rsidR="003919FA"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1733,58 Квадратных метров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33C83A4" w14:textId="23AEDE9B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Ставка аренды по графику (рост 3% в год, на 2018</w:t>
      </w:r>
      <w:r w:rsidR="00F77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 – особые условия (550 долларов США за кв. м. без НДС)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931B7F" w14:textId="77777777" w:rsid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доллара США для расчета 69,4706</w:t>
      </w:r>
      <w:r w:rsidR="00734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за один доллар США.</w:t>
      </w:r>
    </w:p>
    <w:p w14:paraId="5D92A6B6" w14:textId="77777777" w:rsidR="003919FA" w:rsidRPr="00517B31" w:rsidRDefault="003919FA" w:rsidP="00517B3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НДС </w:t>
      </w:r>
      <w:r w:rsidR="0072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 в стоимость аренды в соответствии с ст.170 НК РФ</w:t>
      </w:r>
    </w:p>
    <w:p w14:paraId="5E126A35" w14:textId="77777777" w:rsidR="009E2B76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816825" w14:textId="63B4CE73" w:rsidR="009E2B76" w:rsidRDefault="004C4E28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лияни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99121C">
        <w:rPr>
          <w:rFonts w:ascii="Times New Roman" w:hAnsi="Times New Roman" w:cs="Times New Roman"/>
          <w:b/>
          <w:sz w:val="24"/>
          <w:szCs w:val="24"/>
        </w:rPr>
        <w:t xml:space="preserve">размер собственных </w:t>
      </w:r>
      <w:proofErr w:type="gramStart"/>
      <w:r w:rsidR="0099121C">
        <w:rPr>
          <w:rFonts w:ascii="Times New Roman" w:hAnsi="Times New Roman" w:cs="Times New Roman"/>
          <w:b/>
          <w:sz w:val="24"/>
          <w:szCs w:val="24"/>
        </w:rPr>
        <w:t>средств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 2018</w:t>
      </w:r>
      <w:proofErr w:type="gramEnd"/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772B7"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МСФО</w:t>
      </w:r>
      <w:r w:rsidR="0099121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9121C">
        <w:rPr>
          <w:rFonts w:ascii="Times New Roman" w:hAnsi="Times New Roman" w:cs="Times New Roman"/>
          <w:b/>
          <w:sz w:val="24"/>
          <w:szCs w:val="24"/>
          <w:lang w:val="en-US"/>
        </w:rPr>
        <w:t>IAS</w:t>
      </w:r>
      <w:r w:rsidR="0099121C" w:rsidRPr="00ED032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17</w:t>
      </w:r>
      <w:r w:rsidR="0099121C" w:rsidRPr="00ED0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21C">
        <w:rPr>
          <w:rFonts w:ascii="Times New Roman" w:hAnsi="Times New Roman" w:cs="Times New Roman"/>
          <w:b/>
          <w:sz w:val="24"/>
          <w:szCs w:val="24"/>
        </w:rPr>
        <w:t>«Аренда»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9121C" w:rsidRPr="00D25945">
        <w:rPr>
          <w:rFonts w:ascii="Times New Roman" w:hAnsi="Times New Roman" w:cs="Times New Roman"/>
          <w:sz w:val="24"/>
          <w:szCs w:val="24"/>
        </w:rPr>
        <w:t>в тыс</w:t>
      </w:r>
      <w:r w:rsidRPr="00D25945">
        <w:rPr>
          <w:rFonts w:ascii="Times New Roman" w:hAnsi="Times New Roman" w:cs="Times New Roman"/>
          <w:sz w:val="24"/>
          <w:szCs w:val="24"/>
        </w:rPr>
        <w:t>.</w:t>
      </w:r>
      <w:r w:rsidR="0099121C" w:rsidRPr="00D25945">
        <w:rPr>
          <w:rFonts w:ascii="Times New Roman" w:hAnsi="Times New Roman" w:cs="Times New Roman"/>
          <w:sz w:val="24"/>
          <w:szCs w:val="24"/>
        </w:rPr>
        <w:t xml:space="preserve"> руб</w:t>
      </w:r>
      <w:r w:rsidRPr="00D25945">
        <w:rPr>
          <w:rFonts w:ascii="Times New Roman" w:hAnsi="Times New Roman" w:cs="Times New Roman"/>
          <w:sz w:val="24"/>
          <w:szCs w:val="24"/>
        </w:rPr>
        <w:t>.</w:t>
      </w:r>
      <w:r w:rsidR="009E2B76" w:rsidRPr="00D25945">
        <w:rPr>
          <w:rFonts w:ascii="Times New Roman" w:hAnsi="Times New Roman" w:cs="Times New Roman"/>
          <w:sz w:val="24"/>
          <w:szCs w:val="24"/>
        </w:rPr>
        <w:t>:</w:t>
      </w:r>
    </w:p>
    <w:p w14:paraId="168514B5" w14:textId="77777777" w:rsidR="00545510" w:rsidRDefault="00545510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5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77"/>
        <w:gridCol w:w="723"/>
        <w:gridCol w:w="723"/>
        <w:gridCol w:w="724"/>
        <w:gridCol w:w="723"/>
        <w:gridCol w:w="724"/>
        <w:gridCol w:w="723"/>
        <w:gridCol w:w="723"/>
        <w:gridCol w:w="724"/>
        <w:gridCol w:w="723"/>
        <w:gridCol w:w="724"/>
        <w:gridCol w:w="723"/>
        <w:gridCol w:w="724"/>
      </w:tblGrid>
      <w:tr w:rsidR="003919FA" w:rsidRPr="003919FA" w14:paraId="0F5ED92D" w14:textId="77777777" w:rsidTr="003D5D5D">
        <w:trPr>
          <w:trHeight w:val="943"/>
        </w:trPr>
        <w:tc>
          <w:tcPr>
            <w:tcW w:w="1377" w:type="dxa"/>
          </w:tcPr>
          <w:p w14:paraId="0A781F40" w14:textId="77777777" w:rsidR="009E2B76" w:rsidRPr="003919FA" w:rsidRDefault="009E2B76" w:rsidP="00391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23" w:type="dxa"/>
          </w:tcPr>
          <w:p w14:paraId="3D539645" w14:textId="77777777" w:rsidR="009E2B76" w:rsidRPr="003919FA" w:rsidRDefault="003919FA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9E2B76" w:rsidRPr="003919FA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</w:p>
        </w:tc>
        <w:tc>
          <w:tcPr>
            <w:tcW w:w="723" w:type="dxa"/>
          </w:tcPr>
          <w:p w14:paraId="4AB89B80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24" w:type="dxa"/>
          </w:tcPr>
          <w:p w14:paraId="27324D73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23" w:type="dxa"/>
          </w:tcPr>
          <w:p w14:paraId="4FD20759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24" w:type="dxa"/>
          </w:tcPr>
          <w:p w14:paraId="4770C19D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23" w:type="dxa"/>
          </w:tcPr>
          <w:p w14:paraId="4BC08D89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23" w:type="dxa"/>
          </w:tcPr>
          <w:p w14:paraId="35029105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24" w:type="dxa"/>
          </w:tcPr>
          <w:p w14:paraId="3E8234E6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23" w:type="dxa"/>
          </w:tcPr>
          <w:p w14:paraId="24342B5B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24" w:type="dxa"/>
          </w:tcPr>
          <w:p w14:paraId="007006B2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23" w:type="dxa"/>
          </w:tcPr>
          <w:p w14:paraId="64BD9CD3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24" w:type="dxa"/>
          </w:tcPr>
          <w:p w14:paraId="59363367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3919FA" w:rsidRPr="003919FA" w14:paraId="0EF47386" w14:textId="77777777" w:rsidTr="003D5D5D">
        <w:trPr>
          <w:trHeight w:val="478"/>
        </w:trPr>
        <w:tc>
          <w:tcPr>
            <w:tcW w:w="1377" w:type="dxa"/>
          </w:tcPr>
          <w:p w14:paraId="44BE5642" w14:textId="77777777" w:rsidR="009E2B76" w:rsidRPr="003919FA" w:rsidRDefault="009E2B76" w:rsidP="00391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550003AF" w14:textId="77777777" w:rsidR="009E2B76" w:rsidRPr="003919FA" w:rsidRDefault="0099121C" w:rsidP="00391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E2B76" w:rsidRPr="003919FA">
              <w:rPr>
                <w:rFonts w:ascii="Times New Roman" w:hAnsi="Times New Roman" w:cs="Times New Roman"/>
                <w:sz w:val="20"/>
                <w:szCs w:val="20"/>
              </w:rPr>
              <w:t>адолженность</w:t>
            </w:r>
          </w:p>
        </w:tc>
        <w:tc>
          <w:tcPr>
            <w:tcW w:w="723" w:type="dxa"/>
          </w:tcPr>
          <w:p w14:paraId="7C9A2504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408AFF7E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4" w:type="dxa"/>
          </w:tcPr>
          <w:p w14:paraId="2F785420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364010D0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4" w:type="dxa"/>
          </w:tcPr>
          <w:p w14:paraId="52D1D673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571CE047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09D4F038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4" w:type="dxa"/>
          </w:tcPr>
          <w:p w14:paraId="49104173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0FABBFF5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4" w:type="dxa"/>
          </w:tcPr>
          <w:p w14:paraId="4AEFD20D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3" w:type="dxa"/>
          </w:tcPr>
          <w:p w14:paraId="6D5A1177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724" w:type="dxa"/>
          </w:tcPr>
          <w:p w14:paraId="335CECC8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</w:tr>
      <w:tr w:rsidR="003919FA" w:rsidRPr="003919FA" w14:paraId="4C3BB74F" w14:textId="77777777" w:rsidTr="003D5D5D">
        <w:trPr>
          <w:trHeight w:val="464"/>
        </w:trPr>
        <w:tc>
          <w:tcPr>
            <w:tcW w:w="1377" w:type="dxa"/>
          </w:tcPr>
          <w:p w14:paraId="53009E5D" w14:textId="77777777" w:rsidR="009E2B76" w:rsidRPr="003919FA" w:rsidRDefault="009E2B76" w:rsidP="00391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Кредиторская</w:t>
            </w:r>
          </w:p>
          <w:p w14:paraId="59C848F3" w14:textId="77777777" w:rsidR="009E2B76" w:rsidRPr="003919FA" w:rsidRDefault="0099121C" w:rsidP="00391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E2B76" w:rsidRPr="003919FA">
              <w:rPr>
                <w:rFonts w:ascii="Times New Roman" w:hAnsi="Times New Roman" w:cs="Times New Roman"/>
                <w:sz w:val="20"/>
                <w:szCs w:val="20"/>
              </w:rPr>
              <w:t>адолженности</w:t>
            </w:r>
          </w:p>
        </w:tc>
        <w:tc>
          <w:tcPr>
            <w:tcW w:w="723" w:type="dxa"/>
          </w:tcPr>
          <w:p w14:paraId="73A37315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6082E08B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dxa"/>
          </w:tcPr>
          <w:p w14:paraId="17ED0E56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7C4BCAE9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dxa"/>
          </w:tcPr>
          <w:p w14:paraId="02B44C67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59E3B35A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0F647CC9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dxa"/>
          </w:tcPr>
          <w:p w14:paraId="1D13E385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1F0C1725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dxa"/>
          </w:tcPr>
          <w:p w14:paraId="2DE0B844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2109C9AB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4" w:type="dxa"/>
          </w:tcPr>
          <w:p w14:paraId="0F8A6B1B" w14:textId="77777777" w:rsidR="009E2B76" w:rsidRPr="003919FA" w:rsidRDefault="009E2B76" w:rsidP="003919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9F43D00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D4E0AD" w14:textId="77777777" w:rsidR="009E2B76" w:rsidRPr="003919FA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19FA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99121C">
        <w:rPr>
          <w:rFonts w:ascii="Times New Roman" w:hAnsi="Times New Roman" w:cs="Times New Roman"/>
          <w:sz w:val="24"/>
          <w:szCs w:val="24"/>
        </w:rPr>
        <w:t>имеется</w:t>
      </w:r>
      <w:r w:rsidRPr="003919FA">
        <w:rPr>
          <w:rFonts w:ascii="Times New Roman" w:hAnsi="Times New Roman" w:cs="Times New Roman"/>
          <w:sz w:val="24"/>
          <w:szCs w:val="24"/>
        </w:rPr>
        <w:t xml:space="preserve"> условие предоплаты за месяц, то эффект на </w:t>
      </w:r>
      <w:r w:rsidR="0099121C">
        <w:rPr>
          <w:rFonts w:ascii="Times New Roman" w:hAnsi="Times New Roman" w:cs="Times New Roman"/>
          <w:sz w:val="24"/>
          <w:szCs w:val="24"/>
        </w:rPr>
        <w:t>собственные средства</w:t>
      </w:r>
      <w:r w:rsidR="0099121C" w:rsidRPr="003919FA">
        <w:rPr>
          <w:rFonts w:ascii="Times New Roman" w:hAnsi="Times New Roman" w:cs="Times New Roman"/>
          <w:sz w:val="24"/>
          <w:szCs w:val="24"/>
        </w:rPr>
        <w:t xml:space="preserve"> </w:t>
      </w:r>
      <w:r w:rsidR="0099121C">
        <w:rPr>
          <w:rFonts w:ascii="Times New Roman" w:hAnsi="Times New Roman" w:cs="Times New Roman"/>
          <w:sz w:val="24"/>
          <w:szCs w:val="24"/>
        </w:rPr>
        <w:t>отсутствовал</w:t>
      </w:r>
      <w:r w:rsidRPr="003919FA">
        <w:rPr>
          <w:rFonts w:ascii="Times New Roman" w:hAnsi="Times New Roman" w:cs="Times New Roman"/>
          <w:sz w:val="24"/>
          <w:szCs w:val="24"/>
        </w:rPr>
        <w:t xml:space="preserve">. Кредиторская задолженность по счету за текущий месяц закрывалась с предоплатой, осуществленной в предыдущем месяце. Аванс за следующий месяц отражался в дебиторской задолженности и в расчете собственных средств по </w:t>
      </w:r>
      <w:r w:rsidR="00517B31">
        <w:rPr>
          <w:rFonts w:ascii="Times New Roman" w:hAnsi="Times New Roman" w:cs="Times New Roman"/>
          <w:sz w:val="24"/>
          <w:szCs w:val="24"/>
        </w:rPr>
        <w:t xml:space="preserve">Указанию </w:t>
      </w:r>
      <w:r w:rsidR="0099121C">
        <w:rPr>
          <w:rFonts w:ascii="Times New Roman" w:hAnsi="Times New Roman" w:cs="Times New Roman"/>
          <w:sz w:val="24"/>
          <w:szCs w:val="24"/>
        </w:rPr>
        <w:t xml:space="preserve">№ </w:t>
      </w:r>
      <w:r w:rsidRPr="003919FA">
        <w:rPr>
          <w:rFonts w:ascii="Times New Roman" w:hAnsi="Times New Roman" w:cs="Times New Roman"/>
          <w:sz w:val="24"/>
          <w:szCs w:val="24"/>
        </w:rPr>
        <w:t>4028-У считался с коэффициентом 0. По сути единственным влиянием учета аренды по МСФО</w:t>
      </w:r>
      <w:r w:rsidR="0099121C">
        <w:rPr>
          <w:rFonts w:ascii="Times New Roman" w:hAnsi="Times New Roman" w:cs="Times New Roman"/>
          <w:sz w:val="24"/>
          <w:szCs w:val="24"/>
        </w:rPr>
        <w:t xml:space="preserve"> </w:t>
      </w:r>
      <w:r w:rsidRPr="003919FA">
        <w:rPr>
          <w:rFonts w:ascii="Times New Roman" w:hAnsi="Times New Roman" w:cs="Times New Roman"/>
          <w:sz w:val="24"/>
          <w:szCs w:val="24"/>
        </w:rPr>
        <w:t xml:space="preserve">17 на </w:t>
      </w:r>
      <w:r w:rsidR="0099121C">
        <w:rPr>
          <w:rFonts w:ascii="Times New Roman" w:hAnsi="Times New Roman" w:cs="Times New Roman"/>
          <w:sz w:val="24"/>
          <w:szCs w:val="24"/>
        </w:rPr>
        <w:t>собственные средства</w:t>
      </w:r>
      <w:r w:rsidR="0099121C" w:rsidRPr="003919FA">
        <w:rPr>
          <w:rFonts w:ascii="Times New Roman" w:hAnsi="Times New Roman" w:cs="Times New Roman"/>
          <w:sz w:val="24"/>
          <w:szCs w:val="24"/>
        </w:rPr>
        <w:t xml:space="preserve"> </w:t>
      </w:r>
      <w:r w:rsidRPr="003919FA">
        <w:rPr>
          <w:rFonts w:ascii="Times New Roman" w:hAnsi="Times New Roman" w:cs="Times New Roman"/>
          <w:sz w:val="24"/>
          <w:szCs w:val="24"/>
        </w:rPr>
        <w:t xml:space="preserve">было уменьшение денежных средств при оплате аренды за месяц. </w:t>
      </w:r>
    </w:p>
    <w:p w14:paraId="16BBFEC1" w14:textId="77777777" w:rsidR="009E2B76" w:rsidRPr="003919FA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28E48A" w14:textId="77777777" w:rsidR="004647DA" w:rsidRDefault="004647DA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D46556" w14:textId="77777777" w:rsidR="004647DA" w:rsidRDefault="004647DA" w:rsidP="00370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080F7" w14:textId="77777777" w:rsidR="004647DA" w:rsidRDefault="004647DA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04CB6" w14:textId="77777777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ABB8CF" w14:textId="77777777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DBD1B" w14:textId="44CE2788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F6EB7" w14:textId="37D72FCF" w:rsidR="00E02471" w:rsidRDefault="00E0247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1DD0F" w14:textId="409A5F84" w:rsidR="00E02471" w:rsidRDefault="00E0247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F2756" w14:textId="77777777" w:rsidR="00E02471" w:rsidRDefault="00E0247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ACA1D5" w14:textId="77777777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C926DF" w14:textId="77777777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4FF38" w14:textId="77777777" w:rsidR="000E1601" w:rsidRDefault="000E1601" w:rsidP="00ED03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30ECB0" w14:textId="475E31A1" w:rsidR="009E2B76" w:rsidRPr="00D25945" w:rsidRDefault="00E02471" w:rsidP="00D2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лияни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4C4E28">
        <w:rPr>
          <w:rFonts w:ascii="Times New Roman" w:hAnsi="Times New Roman" w:cs="Times New Roman"/>
          <w:b/>
          <w:sz w:val="24"/>
          <w:szCs w:val="24"/>
        </w:rPr>
        <w:t xml:space="preserve">размер </w:t>
      </w:r>
      <w:r w:rsidR="0099121C">
        <w:rPr>
          <w:rFonts w:ascii="Times New Roman" w:hAnsi="Times New Roman" w:cs="Times New Roman"/>
          <w:b/>
          <w:sz w:val="24"/>
          <w:szCs w:val="24"/>
        </w:rPr>
        <w:t>собственны</w:t>
      </w:r>
      <w:r w:rsidR="004C4E28">
        <w:rPr>
          <w:rFonts w:ascii="Times New Roman" w:hAnsi="Times New Roman" w:cs="Times New Roman"/>
          <w:b/>
          <w:sz w:val="24"/>
          <w:szCs w:val="24"/>
        </w:rPr>
        <w:t>х</w:t>
      </w:r>
      <w:r w:rsidR="0099121C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2B7"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2018 г</w:t>
      </w:r>
      <w:r w:rsidR="00F772B7"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МСФО</w:t>
      </w:r>
      <w:r w:rsidR="00991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16 (Активы за вычетом обязательств по договору аренды)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25632" w:rsidRPr="00D25945">
        <w:rPr>
          <w:rFonts w:ascii="Times New Roman" w:hAnsi="Times New Roman" w:cs="Times New Roman"/>
          <w:sz w:val="24"/>
          <w:szCs w:val="24"/>
        </w:rPr>
        <w:t>в тыс</w:t>
      </w:r>
      <w:r w:rsidRPr="00D25945">
        <w:rPr>
          <w:rFonts w:ascii="Times New Roman" w:hAnsi="Times New Roman" w:cs="Times New Roman"/>
          <w:sz w:val="24"/>
          <w:szCs w:val="24"/>
        </w:rPr>
        <w:t xml:space="preserve">. </w:t>
      </w:r>
      <w:r w:rsidR="00725632" w:rsidRPr="00D25945">
        <w:rPr>
          <w:rFonts w:ascii="Times New Roman" w:hAnsi="Times New Roman" w:cs="Times New Roman"/>
          <w:sz w:val="24"/>
          <w:szCs w:val="24"/>
        </w:rPr>
        <w:t>руб</w:t>
      </w:r>
      <w:r w:rsidRPr="00D259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10713B" w14:textId="77777777" w:rsidR="00ED0327" w:rsidRDefault="00ED0327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53"/>
        <w:gridCol w:w="749"/>
        <w:gridCol w:w="750"/>
        <w:gridCol w:w="749"/>
        <w:gridCol w:w="750"/>
        <w:gridCol w:w="749"/>
        <w:gridCol w:w="750"/>
        <w:gridCol w:w="750"/>
        <w:gridCol w:w="749"/>
        <w:gridCol w:w="750"/>
        <w:gridCol w:w="749"/>
        <w:gridCol w:w="750"/>
        <w:gridCol w:w="750"/>
      </w:tblGrid>
      <w:tr w:rsidR="00ED0327" w:rsidRPr="00966753" w14:paraId="0B3269CD" w14:textId="77777777" w:rsidTr="00D25945">
        <w:trPr>
          <w:trHeight w:val="896"/>
        </w:trPr>
        <w:tc>
          <w:tcPr>
            <w:tcW w:w="1353" w:type="dxa"/>
          </w:tcPr>
          <w:p w14:paraId="6BD4A744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49" w:type="dxa"/>
          </w:tcPr>
          <w:p w14:paraId="5821DCCE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50" w:type="dxa"/>
          </w:tcPr>
          <w:p w14:paraId="2620A37A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49" w:type="dxa"/>
          </w:tcPr>
          <w:p w14:paraId="4D2C5497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50" w:type="dxa"/>
          </w:tcPr>
          <w:p w14:paraId="38B5F375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49" w:type="dxa"/>
          </w:tcPr>
          <w:p w14:paraId="374997BC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0" w:type="dxa"/>
          </w:tcPr>
          <w:p w14:paraId="1D4EE509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50" w:type="dxa"/>
          </w:tcPr>
          <w:p w14:paraId="76B546A9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49" w:type="dxa"/>
          </w:tcPr>
          <w:p w14:paraId="2364AAAC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50" w:type="dxa"/>
          </w:tcPr>
          <w:p w14:paraId="67F443E7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49" w:type="dxa"/>
          </w:tcPr>
          <w:p w14:paraId="20DDD055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50" w:type="dxa"/>
          </w:tcPr>
          <w:p w14:paraId="788E176E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50" w:type="dxa"/>
          </w:tcPr>
          <w:p w14:paraId="7E25CCE5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ED0327" w:rsidRPr="00966753" w14:paraId="3FFF3A42" w14:textId="77777777" w:rsidTr="00D25945">
        <w:trPr>
          <w:trHeight w:val="454"/>
        </w:trPr>
        <w:tc>
          <w:tcPr>
            <w:tcW w:w="1353" w:type="dxa"/>
          </w:tcPr>
          <w:p w14:paraId="281193A6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455A074B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задолженность</w:t>
            </w:r>
          </w:p>
        </w:tc>
        <w:tc>
          <w:tcPr>
            <w:tcW w:w="749" w:type="dxa"/>
          </w:tcPr>
          <w:p w14:paraId="29D6A6BB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2AC72FA6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49" w:type="dxa"/>
          </w:tcPr>
          <w:p w14:paraId="367BB35F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429D029A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49" w:type="dxa"/>
          </w:tcPr>
          <w:p w14:paraId="1C79A58A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01D05F93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31EF45F9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49" w:type="dxa"/>
          </w:tcPr>
          <w:p w14:paraId="435C2472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40EF02BB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49" w:type="dxa"/>
          </w:tcPr>
          <w:p w14:paraId="2C488731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757732AC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  <w:tc>
          <w:tcPr>
            <w:tcW w:w="750" w:type="dxa"/>
          </w:tcPr>
          <w:p w14:paraId="78DFE272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6 513</w:t>
            </w:r>
          </w:p>
        </w:tc>
      </w:tr>
      <w:tr w:rsidR="00ED0327" w:rsidRPr="00966753" w14:paraId="78412036" w14:textId="77777777" w:rsidTr="00D25945">
        <w:trPr>
          <w:trHeight w:val="441"/>
        </w:trPr>
        <w:tc>
          <w:tcPr>
            <w:tcW w:w="1353" w:type="dxa"/>
          </w:tcPr>
          <w:p w14:paraId="3D6ABFC8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Право пользования</w:t>
            </w:r>
          </w:p>
          <w:p w14:paraId="434C3246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помещением</w:t>
            </w:r>
          </w:p>
        </w:tc>
        <w:tc>
          <w:tcPr>
            <w:tcW w:w="749" w:type="dxa"/>
          </w:tcPr>
          <w:p w14:paraId="5D31805E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359 443</w:t>
            </w:r>
          </w:p>
        </w:tc>
        <w:tc>
          <w:tcPr>
            <w:tcW w:w="750" w:type="dxa"/>
          </w:tcPr>
          <w:p w14:paraId="4F16874A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353 137</w:t>
            </w:r>
          </w:p>
        </w:tc>
        <w:tc>
          <w:tcPr>
            <w:tcW w:w="749" w:type="dxa"/>
          </w:tcPr>
          <w:p w14:paraId="2E51065D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346 831</w:t>
            </w:r>
          </w:p>
        </w:tc>
        <w:tc>
          <w:tcPr>
            <w:tcW w:w="750" w:type="dxa"/>
          </w:tcPr>
          <w:p w14:paraId="756DE783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340 525</w:t>
            </w:r>
          </w:p>
        </w:tc>
        <w:tc>
          <w:tcPr>
            <w:tcW w:w="749" w:type="dxa"/>
          </w:tcPr>
          <w:p w14:paraId="1457829B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334 219</w:t>
            </w:r>
          </w:p>
        </w:tc>
        <w:tc>
          <w:tcPr>
            <w:tcW w:w="750" w:type="dxa"/>
          </w:tcPr>
          <w:p w14:paraId="7C3A2B14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327 913</w:t>
            </w:r>
          </w:p>
        </w:tc>
        <w:tc>
          <w:tcPr>
            <w:tcW w:w="750" w:type="dxa"/>
          </w:tcPr>
          <w:p w14:paraId="5E939600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321 606</w:t>
            </w:r>
          </w:p>
        </w:tc>
        <w:tc>
          <w:tcPr>
            <w:tcW w:w="749" w:type="dxa"/>
          </w:tcPr>
          <w:p w14:paraId="5EEE6207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315 300</w:t>
            </w:r>
          </w:p>
        </w:tc>
        <w:tc>
          <w:tcPr>
            <w:tcW w:w="750" w:type="dxa"/>
          </w:tcPr>
          <w:p w14:paraId="7A339330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308 994</w:t>
            </w:r>
          </w:p>
        </w:tc>
        <w:tc>
          <w:tcPr>
            <w:tcW w:w="749" w:type="dxa"/>
          </w:tcPr>
          <w:p w14:paraId="27A280D0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302 688</w:t>
            </w:r>
          </w:p>
        </w:tc>
        <w:tc>
          <w:tcPr>
            <w:tcW w:w="750" w:type="dxa"/>
          </w:tcPr>
          <w:p w14:paraId="20348674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296 382</w:t>
            </w:r>
          </w:p>
        </w:tc>
        <w:tc>
          <w:tcPr>
            <w:tcW w:w="750" w:type="dxa"/>
          </w:tcPr>
          <w:p w14:paraId="1A16D048" w14:textId="7777777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290 076</w:t>
            </w:r>
          </w:p>
        </w:tc>
      </w:tr>
      <w:tr w:rsidR="00ED0327" w:rsidRPr="00966753" w14:paraId="00187385" w14:textId="77777777" w:rsidTr="00D25945">
        <w:trPr>
          <w:trHeight w:val="441"/>
        </w:trPr>
        <w:tc>
          <w:tcPr>
            <w:tcW w:w="1353" w:type="dxa"/>
          </w:tcPr>
          <w:p w14:paraId="757DB173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  <w:p w14:paraId="720D701A" w14:textId="77777777" w:rsidR="00ED0327" w:rsidRPr="00966753" w:rsidRDefault="00ED0327" w:rsidP="00ED0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актива</w:t>
            </w:r>
          </w:p>
        </w:tc>
        <w:tc>
          <w:tcPr>
            <w:tcW w:w="749" w:type="dxa"/>
          </w:tcPr>
          <w:p w14:paraId="089281DF" w14:textId="7D45DFE7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778CF531" w14:textId="7CABAB3B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49" w:type="dxa"/>
          </w:tcPr>
          <w:p w14:paraId="75A746F1" w14:textId="60D5029F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2D598C5B" w14:textId="66D28844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49" w:type="dxa"/>
          </w:tcPr>
          <w:p w14:paraId="5F6A3BD3" w14:textId="35C2983B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0985F369" w14:textId="0556EF1F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72D7A9E1" w14:textId="73202A03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49" w:type="dxa"/>
          </w:tcPr>
          <w:p w14:paraId="569D196B" w14:textId="33F8A64F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63E5014D" w14:textId="6510E9DB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49" w:type="dxa"/>
          </w:tcPr>
          <w:p w14:paraId="636FC23C" w14:textId="54E8697F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517B5AC7" w14:textId="73241F66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  <w:tc>
          <w:tcPr>
            <w:tcW w:w="750" w:type="dxa"/>
          </w:tcPr>
          <w:p w14:paraId="04565C1D" w14:textId="4BD58C55" w:rsidR="00ED0327" w:rsidRPr="00966753" w:rsidRDefault="00ED0327" w:rsidP="00ED03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6 306</w:t>
            </w:r>
          </w:p>
        </w:tc>
      </w:tr>
      <w:tr w:rsidR="000F74ED" w:rsidRPr="00966753" w14:paraId="6CFE19AD" w14:textId="77777777" w:rsidTr="00D25945">
        <w:trPr>
          <w:trHeight w:val="441"/>
        </w:trPr>
        <w:tc>
          <w:tcPr>
            <w:tcW w:w="1353" w:type="dxa"/>
          </w:tcPr>
          <w:p w14:paraId="45146485" w14:textId="77777777" w:rsidR="000F74ED" w:rsidRPr="00966753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  <w:p w14:paraId="3A612CCB" w14:textId="77777777" w:rsidR="000F74ED" w:rsidRPr="00966753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14:paraId="3D002D21" w14:textId="77777777" w:rsidR="000F74ED" w:rsidRPr="00966753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договору аренды</w:t>
            </w:r>
          </w:p>
        </w:tc>
        <w:tc>
          <w:tcPr>
            <w:tcW w:w="749" w:type="dxa"/>
            <w:vAlign w:val="bottom"/>
          </w:tcPr>
          <w:p w14:paraId="4AD02C78" w14:textId="5A757185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407 158</w:t>
            </w:r>
          </w:p>
        </w:tc>
        <w:tc>
          <w:tcPr>
            <w:tcW w:w="750" w:type="dxa"/>
            <w:vAlign w:val="bottom"/>
          </w:tcPr>
          <w:p w14:paraId="2F46DD7F" w14:textId="6690D095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406 771</w:t>
            </w:r>
          </w:p>
        </w:tc>
        <w:tc>
          <w:tcPr>
            <w:tcW w:w="749" w:type="dxa"/>
            <w:vAlign w:val="bottom"/>
          </w:tcPr>
          <w:p w14:paraId="4CAC2C2D" w14:textId="5C9ED917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406 384</w:t>
            </w:r>
          </w:p>
        </w:tc>
        <w:tc>
          <w:tcPr>
            <w:tcW w:w="750" w:type="dxa"/>
            <w:vAlign w:val="bottom"/>
          </w:tcPr>
          <w:p w14:paraId="0427886D" w14:textId="54FB35F3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405 997</w:t>
            </w:r>
          </w:p>
        </w:tc>
        <w:tc>
          <w:tcPr>
            <w:tcW w:w="749" w:type="dxa"/>
            <w:vAlign w:val="bottom"/>
          </w:tcPr>
          <w:p w14:paraId="7BA97B69" w14:textId="44518903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405 610</w:t>
            </w:r>
          </w:p>
        </w:tc>
        <w:tc>
          <w:tcPr>
            <w:tcW w:w="750" w:type="dxa"/>
            <w:vAlign w:val="bottom"/>
          </w:tcPr>
          <w:p w14:paraId="2FF065BB" w14:textId="07021AD9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405 222</w:t>
            </w:r>
          </w:p>
        </w:tc>
        <w:tc>
          <w:tcPr>
            <w:tcW w:w="750" w:type="dxa"/>
            <w:vAlign w:val="bottom"/>
          </w:tcPr>
          <w:p w14:paraId="347B70B4" w14:textId="76CCB9BD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404 835</w:t>
            </w:r>
          </w:p>
        </w:tc>
        <w:tc>
          <w:tcPr>
            <w:tcW w:w="749" w:type="dxa"/>
            <w:vAlign w:val="bottom"/>
          </w:tcPr>
          <w:p w14:paraId="7E9F84F3" w14:textId="26FE8FBB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404 448</w:t>
            </w:r>
          </w:p>
        </w:tc>
        <w:tc>
          <w:tcPr>
            <w:tcW w:w="750" w:type="dxa"/>
            <w:vAlign w:val="bottom"/>
          </w:tcPr>
          <w:p w14:paraId="48BC5D21" w14:textId="0EDCCD62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404 061</w:t>
            </w:r>
          </w:p>
        </w:tc>
        <w:tc>
          <w:tcPr>
            <w:tcW w:w="749" w:type="dxa"/>
            <w:vAlign w:val="bottom"/>
          </w:tcPr>
          <w:p w14:paraId="7D4DA8C1" w14:textId="47BFD0EA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403 674</w:t>
            </w:r>
          </w:p>
        </w:tc>
        <w:tc>
          <w:tcPr>
            <w:tcW w:w="750" w:type="dxa"/>
            <w:vAlign w:val="bottom"/>
          </w:tcPr>
          <w:p w14:paraId="274FF84A" w14:textId="24BE7036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403 287</w:t>
            </w:r>
          </w:p>
        </w:tc>
        <w:tc>
          <w:tcPr>
            <w:tcW w:w="750" w:type="dxa"/>
            <w:vAlign w:val="bottom"/>
          </w:tcPr>
          <w:p w14:paraId="41F4F23E" w14:textId="38E37ADE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402 899</w:t>
            </w:r>
          </w:p>
        </w:tc>
      </w:tr>
      <w:tr w:rsidR="000F74ED" w:rsidRPr="00966753" w14:paraId="1581F3F8" w14:textId="77777777" w:rsidTr="00D25945">
        <w:trPr>
          <w:trHeight w:val="441"/>
        </w:trPr>
        <w:tc>
          <w:tcPr>
            <w:tcW w:w="1353" w:type="dxa"/>
          </w:tcPr>
          <w:p w14:paraId="6B2BE3ED" w14:textId="77777777" w:rsidR="000F74ED" w:rsidRPr="00966753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753">
              <w:rPr>
                <w:rFonts w:ascii="Times New Roman" w:hAnsi="Times New Roman" w:cs="Times New Roman"/>
                <w:sz w:val="20"/>
                <w:szCs w:val="20"/>
              </w:rPr>
              <w:t>Итого эффект по 4028-У</w:t>
            </w:r>
          </w:p>
        </w:tc>
        <w:tc>
          <w:tcPr>
            <w:tcW w:w="749" w:type="dxa"/>
            <w:vAlign w:val="bottom"/>
          </w:tcPr>
          <w:p w14:paraId="0DD3F276" w14:textId="09ED79C8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-47 716</w:t>
            </w:r>
          </w:p>
        </w:tc>
        <w:tc>
          <w:tcPr>
            <w:tcW w:w="750" w:type="dxa"/>
            <w:vAlign w:val="bottom"/>
          </w:tcPr>
          <w:p w14:paraId="170959FC" w14:textId="7665AD0B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-53 635</w:t>
            </w:r>
          </w:p>
        </w:tc>
        <w:tc>
          <w:tcPr>
            <w:tcW w:w="749" w:type="dxa"/>
            <w:vAlign w:val="bottom"/>
          </w:tcPr>
          <w:p w14:paraId="5CCDC61A" w14:textId="35AC7276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-59 553</w:t>
            </w:r>
          </w:p>
        </w:tc>
        <w:tc>
          <w:tcPr>
            <w:tcW w:w="750" w:type="dxa"/>
            <w:vAlign w:val="bottom"/>
          </w:tcPr>
          <w:p w14:paraId="5D35BE11" w14:textId="33AFEF43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-65 472</w:t>
            </w:r>
          </w:p>
        </w:tc>
        <w:tc>
          <w:tcPr>
            <w:tcW w:w="749" w:type="dxa"/>
            <w:vAlign w:val="bottom"/>
          </w:tcPr>
          <w:p w14:paraId="71C97E38" w14:textId="7F7AA15F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-71 391</w:t>
            </w:r>
          </w:p>
        </w:tc>
        <w:tc>
          <w:tcPr>
            <w:tcW w:w="750" w:type="dxa"/>
            <w:vAlign w:val="bottom"/>
          </w:tcPr>
          <w:p w14:paraId="59FC27B3" w14:textId="1E8DB705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-77 310</w:t>
            </w:r>
          </w:p>
        </w:tc>
        <w:tc>
          <w:tcPr>
            <w:tcW w:w="750" w:type="dxa"/>
            <w:vAlign w:val="bottom"/>
          </w:tcPr>
          <w:p w14:paraId="398BD385" w14:textId="3DB2F7E2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-83 229</w:t>
            </w:r>
          </w:p>
        </w:tc>
        <w:tc>
          <w:tcPr>
            <w:tcW w:w="749" w:type="dxa"/>
            <w:vAlign w:val="bottom"/>
          </w:tcPr>
          <w:p w14:paraId="443E78D2" w14:textId="15DC745E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-89 148</w:t>
            </w:r>
          </w:p>
        </w:tc>
        <w:tc>
          <w:tcPr>
            <w:tcW w:w="750" w:type="dxa"/>
            <w:vAlign w:val="bottom"/>
          </w:tcPr>
          <w:p w14:paraId="2BADF286" w14:textId="4568F6C4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-95 066</w:t>
            </w:r>
          </w:p>
        </w:tc>
        <w:tc>
          <w:tcPr>
            <w:tcW w:w="749" w:type="dxa"/>
            <w:vAlign w:val="bottom"/>
          </w:tcPr>
          <w:p w14:paraId="4B3DB72D" w14:textId="66CF9504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-100 985</w:t>
            </w:r>
          </w:p>
        </w:tc>
        <w:tc>
          <w:tcPr>
            <w:tcW w:w="750" w:type="dxa"/>
            <w:vAlign w:val="bottom"/>
          </w:tcPr>
          <w:p w14:paraId="19A9118A" w14:textId="4494B629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-106 904</w:t>
            </w:r>
          </w:p>
        </w:tc>
        <w:tc>
          <w:tcPr>
            <w:tcW w:w="750" w:type="dxa"/>
            <w:vAlign w:val="bottom"/>
          </w:tcPr>
          <w:p w14:paraId="0612ACF5" w14:textId="181D1877" w:rsidR="000F74ED" w:rsidRPr="00966753" w:rsidRDefault="000F74ED" w:rsidP="000F74E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66753">
              <w:rPr>
                <w:rFonts w:ascii="Times New Roman" w:hAnsi="Times New Roman" w:cs="Times New Roman"/>
                <w:sz w:val="14"/>
                <w:szCs w:val="16"/>
              </w:rPr>
              <w:t>-112 823</w:t>
            </w:r>
          </w:p>
        </w:tc>
      </w:tr>
    </w:tbl>
    <w:p w14:paraId="35793714" w14:textId="77777777" w:rsidR="00ED0327" w:rsidRDefault="00ED0327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146489" w14:textId="03A2BB91" w:rsidR="009E2B76" w:rsidRPr="003919FA" w:rsidRDefault="000F74ED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по МСФО 16 на весь срок договора по годам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:</w:t>
      </w:r>
    </w:p>
    <w:p w14:paraId="7661B408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1700"/>
        <w:gridCol w:w="1397"/>
        <w:gridCol w:w="1397"/>
        <w:gridCol w:w="1397"/>
        <w:gridCol w:w="1397"/>
        <w:gridCol w:w="1397"/>
        <w:gridCol w:w="1516"/>
      </w:tblGrid>
      <w:tr w:rsidR="009E2B76" w:rsidRPr="00D02C0F" w14:paraId="364BF343" w14:textId="77777777" w:rsidTr="003705EF">
        <w:tc>
          <w:tcPr>
            <w:tcW w:w="8685" w:type="dxa"/>
            <w:gridSpan w:val="6"/>
          </w:tcPr>
          <w:p w14:paraId="1D449610" w14:textId="77777777" w:rsidR="009E2B76" w:rsidRPr="00D02C0F" w:rsidRDefault="009E2B76" w:rsidP="00517B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Расчет по </w:t>
            </w:r>
            <w:r w:rsidR="00517B31"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>Указанию №</w:t>
            </w:r>
            <w:r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>4028-У при применении МСФО</w:t>
            </w:r>
            <w:r w:rsidR="00725632"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>16 в случае принятия к расчету по 4028-У разницы актива и пассива по учету аренды</w:t>
            </w:r>
            <w:r w:rsidR="00ED0327"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5632"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>(в тыс. руб.)</w:t>
            </w:r>
          </w:p>
        </w:tc>
        <w:tc>
          <w:tcPr>
            <w:tcW w:w="1516" w:type="dxa"/>
          </w:tcPr>
          <w:p w14:paraId="6B3DA0BA" w14:textId="77777777" w:rsidR="009E2B76" w:rsidRPr="00D02C0F" w:rsidRDefault="009E2B76" w:rsidP="00517B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2B76" w:rsidRPr="00D02C0F" w14:paraId="1AA91506" w14:textId="77777777" w:rsidTr="003705EF">
        <w:tc>
          <w:tcPr>
            <w:tcW w:w="1700" w:type="dxa"/>
          </w:tcPr>
          <w:p w14:paraId="1AC01634" w14:textId="77777777" w:rsidR="009E2B76" w:rsidRPr="00D02C0F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  <w:p w14:paraId="56207998" w14:textId="77777777" w:rsidR="009E2B76" w:rsidRPr="00D02C0F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баланса для</w:t>
            </w:r>
          </w:p>
          <w:p w14:paraId="36E5989B" w14:textId="77777777" w:rsidR="009E2B76" w:rsidRPr="00D02C0F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расчета норматива</w:t>
            </w:r>
          </w:p>
        </w:tc>
        <w:tc>
          <w:tcPr>
            <w:tcW w:w="1397" w:type="dxa"/>
          </w:tcPr>
          <w:p w14:paraId="211C4ABA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31.12.2016</w:t>
            </w:r>
          </w:p>
        </w:tc>
        <w:tc>
          <w:tcPr>
            <w:tcW w:w="1397" w:type="dxa"/>
          </w:tcPr>
          <w:p w14:paraId="556B81EF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31.12.2017</w:t>
            </w:r>
          </w:p>
        </w:tc>
        <w:tc>
          <w:tcPr>
            <w:tcW w:w="1397" w:type="dxa"/>
          </w:tcPr>
          <w:p w14:paraId="186488CA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1397" w:type="dxa"/>
          </w:tcPr>
          <w:p w14:paraId="63E0747D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397" w:type="dxa"/>
          </w:tcPr>
          <w:p w14:paraId="34E1C7B6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1516" w:type="dxa"/>
          </w:tcPr>
          <w:p w14:paraId="54B764F6" w14:textId="77777777" w:rsidR="009E2B76" w:rsidRPr="00D02C0F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</w:tr>
      <w:tr w:rsidR="000F74ED" w:rsidRPr="00D02C0F" w14:paraId="1AD0E7D6" w14:textId="77777777" w:rsidTr="003705EF">
        <w:tc>
          <w:tcPr>
            <w:tcW w:w="1700" w:type="dxa"/>
          </w:tcPr>
          <w:p w14:paraId="639850FB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Дебиторская</w:t>
            </w:r>
          </w:p>
          <w:p w14:paraId="6567AA29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задолженность</w:t>
            </w:r>
          </w:p>
        </w:tc>
        <w:tc>
          <w:tcPr>
            <w:tcW w:w="1397" w:type="dxa"/>
            <w:vAlign w:val="bottom"/>
          </w:tcPr>
          <w:p w14:paraId="54F7E632" w14:textId="334D207C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10 498</w:t>
            </w:r>
          </w:p>
        </w:tc>
        <w:tc>
          <w:tcPr>
            <w:tcW w:w="1397" w:type="dxa"/>
            <w:vAlign w:val="bottom"/>
          </w:tcPr>
          <w:p w14:paraId="4546FD4E" w14:textId="3907A188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9 583</w:t>
            </w:r>
          </w:p>
        </w:tc>
        <w:tc>
          <w:tcPr>
            <w:tcW w:w="1397" w:type="dxa"/>
            <w:vAlign w:val="bottom"/>
          </w:tcPr>
          <w:p w14:paraId="4F707DD0" w14:textId="6DCD8EA8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6 513</w:t>
            </w:r>
          </w:p>
        </w:tc>
        <w:tc>
          <w:tcPr>
            <w:tcW w:w="1397" w:type="dxa"/>
            <w:vAlign w:val="bottom"/>
          </w:tcPr>
          <w:p w14:paraId="299784A8" w14:textId="0D7D9F4E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10 844</w:t>
            </w:r>
          </w:p>
        </w:tc>
        <w:tc>
          <w:tcPr>
            <w:tcW w:w="1397" w:type="dxa"/>
            <w:vAlign w:val="bottom"/>
          </w:tcPr>
          <w:p w14:paraId="34C8F0AE" w14:textId="09A1F806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11 169</w:t>
            </w:r>
          </w:p>
        </w:tc>
        <w:tc>
          <w:tcPr>
            <w:tcW w:w="1516" w:type="dxa"/>
            <w:vAlign w:val="bottom"/>
          </w:tcPr>
          <w:p w14:paraId="1BC62046" w14:textId="21973A1E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11 504</w:t>
            </w:r>
          </w:p>
        </w:tc>
      </w:tr>
      <w:tr w:rsidR="000F74ED" w:rsidRPr="00D02C0F" w14:paraId="757436AB" w14:textId="77777777" w:rsidTr="003705EF">
        <w:tc>
          <w:tcPr>
            <w:tcW w:w="1700" w:type="dxa"/>
          </w:tcPr>
          <w:p w14:paraId="5B5ABE61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Право пользования</w:t>
            </w:r>
          </w:p>
          <w:p w14:paraId="43466D93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помещением</w:t>
            </w:r>
          </w:p>
        </w:tc>
        <w:tc>
          <w:tcPr>
            <w:tcW w:w="1397" w:type="dxa"/>
            <w:vAlign w:val="bottom"/>
          </w:tcPr>
          <w:p w14:paraId="7FE66E2D" w14:textId="4B828F75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441 421</w:t>
            </w:r>
          </w:p>
        </w:tc>
        <w:tc>
          <w:tcPr>
            <w:tcW w:w="1397" w:type="dxa"/>
            <w:vAlign w:val="bottom"/>
          </w:tcPr>
          <w:p w14:paraId="461DA304" w14:textId="569F58D0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365 749</w:t>
            </w:r>
          </w:p>
        </w:tc>
        <w:tc>
          <w:tcPr>
            <w:tcW w:w="1397" w:type="dxa"/>
            <w:vAlign w:val="bottom"/>
          </w:tcPr>
          <w:p w14:paraId="7A03B53A" w14:textId="50EF3578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290 076</w:t>
            </w:r>
          </w:p>
        </w:tc>
        <w:tc>
          <w:tcPr>
            <w:tcW w:w="1397" w:type="dxa"/>
            <w:vAlign w:val="bottom"/>
          </w:tcPr>
          <w:p w14:paraId="7B4C7E08" w14:textId="3C6A14C5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214 404</w:t>
            </w:r>
          </w:p>
        </w:tc>
        <w:tc>
          <w:tcPr>
            <w:tcW w:w="1397" w:type="dxa"/>
            <w:vAlign w:val="bottom"/>
          </w:tcPr>
          <w:p w14:paraId="408C04CC" w14:textId="6DFF3197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138 732</w:t>
            </w:r>
          </w:p>
        </w:tc>
        <w:tc>
          <w:tcPr>
            <w:tcW w:w="1516" w:type="dxa"/>
            <w:vAlign w:val="bottom"/>
          </w:tcPr>
          <w:p w14:paraId="56A0E4BE" w14:textId="13CA4EB3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63 060</w:t>
            </w:r>
          </w:p>
        </w:tc>
      </w:tr>
      <w:tr w:rsidR="000F74ED" w:rsidRPr="00D02C0F" w14:paraId="16E10329" w14:textId="77777777" w:rsidTr="003705EF">
        <w:tc>
          <w:tcPr>
            <w:tcW w:w="1700" w:type="dxa"/>
          </w:tcPr>
          <w:p w14:paraId="066242AC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Амортизация актива</w:t>
            </w:r>
          </w:p>
        </w:tc>
        <w:tc>
          <w:tcPr>
            <w:tcW w:w="1397" w:type="dxa"/>
            <w:vAlign w:val="bottom"/>
          </w:tcPr>
          <w:p w14:paraId="02A48067" w14:textId="701D37E4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44 142</w:t>
            </w:r>
          </w:p>
        </w:tc>
        <w:tc>
          <w:tcPr>
            <w:tcW w:w="1397" w:type="dxa"/>
            <w:vAlign w:val="bottom"/>
          </w:tcPr>
          <w:p w14:paraId="7BDEA091" w14:textId="2BF620A3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75 672</w:t>
            </w:r>
          </w:p>
        </w:tc>
        <w:tc>
          <w:tcPr>
            <w:tcW w:w="1397" w:type="dxa"/>
            <w:vAlign w:val="bottom"/>
          </w:tcPr>
          <w:p w14:paraId="26C2E0E0" w14:textId="185968E7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75 672</w:t>
            </w:r>
          </w:p>
        </w:tc>
        <w:tc>
          <w:tcPr>
            <w:tcW w:w="1397" w:type="dxa"/>
            <w:vAlign w:val="bottom"/>
          </w:tcPr>
          <w:p w14:paraId="1D39C812" w14:textId="38A650DD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75 672</w:t>
            </w:r>
          </w:p>
        </w:tc>
        <w:tc>
          <w:tcPr>
            <w:tcW w:w="1397" w:type="dxa"/>
            <w:vAlign w:val="bottom"/>
          </w:tcPr>
          <w:p w14:paraId="4CBD1415" w14:textId="427B76D0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75 672</w:t>
            </w:r>
          </w:p>
        </w:tc>
        <w:tc>
          <w:tcPr>
            <w:tcW w:w="1516" w:type="dxa"/>
            <w:vAlign w:val="bottom"/>
          </w:tcPr>
          <w:p w14:paraId="0CB856A7" w14:textId="65A67AEF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75 672</w:t>
            </w:r>
          </w:p>
        </w:tc>
      </w:tr>
      <w:tr w:rsidR="000F74ED" w:rsidRPr="00D02C0F" w14:paraId="601AFFF9" w14:textId="77777777" w:rsidTr="003705EF">
        <w:tc>
          <w:tcPr>
            <w:tcW w:w="1700" w:type="dxa"/>
          </w:tcPr>
          <w:p w14:paraId="5143021A" w14:textId="77777777" w:rsidR="000F74ED" w:rsidRPr="00D02C0F" w:rsidRDefault="000F74ED" w:rsidP="000F7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1397" w:type="dxa"/>
            <w:vAlign w:val="bottom"/>
          </w:tcPr>
          <w:p w14:paraId="12B480DB" w14:textId="3EC70A27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459 529</w:t>
            </w:r>
          </w:p>
        </w:tc>
        <w:tc>
          <w:tcPr>
            <w:tcW w:w="1397" w:type="dxa"/>
            <w:vAlign w:val="bottom"/>
          </w:tcPr>
          <w:p w14:paraId="31C00A21" w14:textId="66F2E4AB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407 545</w:t>
            </w:r>
          </w:p>
        </w:tc>
        <w:tc>
          <w:tcPr>
            <w:tcW w:w="1397" w:type="dxa"/>
            <w:vAlign w:val="bottom"/>
          </w:tcPr>
          <w:p w14:paraId="2F517326" w14:textId="73CB49C6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402 899</w:t>
            </w:r>
          </w:p>
        </w:tc>
        <w:tc>
          <w:tcPr>
            <w:tcW w:w="1397" w:type="dxa"/>
            <w:vAlign w:val="bottom"/>
          </w:tcPr>
          <w:p w14:paraId="62BB4681" w14:textId="44C140ED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311 718</w:t>
            </w:r>
          </w:p>
        </w:tc>
        <w:tc>
          <w:tcPr>
            <w:tcW w:w="1397" w:type="dxa"/>
            <w:vAlign w:val="bottom"/>
          </w:tcPr>
          <w:p w14:paraId="458CAA90" w14:textId="13775BBF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227 061</w:t>
            </w:r>
          </w:p>
        </w:tc>
        <w:tc>
          <w:tcPr>
            <w:tcW w:w="1516" w:type="dxa"/>
            <w:vAlign w:val="bottom"/>
          </w:tcPr>
          <w:p w14:paraId="40783F23" w14:textId="6507799D" w:rsidR="000F74ED" w:rsidRPr="00D02C0F" w:rsidRDefault="000F74ED" w:rsidP="003705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101 260</w:t>
            </w:r>
          </w:p>
        </w:tc>
      </w:tr>
      <w:tr w:rsidR="000F74ED" w:rsidRPr="00D02C0F" w14:paraId="68C18B03" w14:textId="77777777" w:rsidTr="003705EF">
        <w:tc>
          <w:tcPr>
            <w:tcW w:w="1700" w:type="dxa"/>
          </w:tcPr>
          <w:p w14:paraId="06DAE0A2" w14:textId="77777777" w:rsidR="000F74ED" w:rsidRPr="00D02C0F" w:rsidRDefault="000F74ED" w:rsidP="000F74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C0F">
              <w:rPr>
                <w:rFonts w:ascii="Times New Roman" w:hAnsi="Times New Roman" w:cs="Times New Roman"/>
                <w:b/>
                <w:sz w:val="20"/>
                <w:szCs w:val="20"/>
              </w:rPr>
              <w:t>Итого эффект на собственные средства по 4028-У</w:t>
            </w:r>
          </w:p>
        </w:tc>
        <w:tc>
          <w:tcPr>
            <w:tcW w:w="1397" w:type="dxa"/>
            <w:vAlign w:val="bottom"/>
          </w:tcPr>
          <w:p w14:paraId="15E84CEB" w14:textId="2434838D" w:rsidR="000F74ED" w:rsidRPr="00D02C0F" w:rsidRDefault="003705EF" w:rsidP="00370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     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18 109   </w:t>
            </w:r>
          </w:p>
        </w:tc>
        <w:tc>
          <w:tcPr>
            <w:tcW w:w="1397" w:type="dxa"/>
            <w:vAlign w:val="bottom"/>
          </w:tcPr>
          <w:p w14:paraId="0BDB9157" w14:textId="4326EC7A" w:rsidR="000F74ED" w:rsidRPr="00D02C0F" w:rsidRDefault="003705EF" w:rsidP="00370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     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41 797   </w:t>
            </w:r>
          </w:p>
        </w:tc>
        <w:tc>
          <w:tcPr>
            <w:tcW w:w="1397" w:type="dxa"/>
            <w:vAlign w:val="bottom"/>
          </w:tcPr>
          <w:p w14:paraId="01637267" w14:textId="27981854" w:rsidR="000F74ED" w:rsidRPr="00D02C0F" w:rsidRDefault="003705EF" w:rsidP="00370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     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112 823   </w:t>
            </w:r>
          </w:p>
        </w:tc>
        <w:tc>
          <w:tcPr>
            <w:tcW w:w="1397" w:type="dxa"/>
            <w:vAlign w:val="bottom"/>
          </w:tcPr>
          <w:p w14:paraId="5F288AF2" w14:textId="0C070748" w:rsidR="000F74ED" w:rsidRPr="00D02C0F" w:rsidRDefault="003705EF" w:rsidP="00370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     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97 314   </w:t>
            </w:r>
          </w:p>
        </w:tc>
        <w:tc>
          <w:tcPr>
            <w:tcW w:w="1397" w:type="dxa"/>
            <w:vAlign w:val="bottom"/>
          </w:tcPr>
          <w:p w14:paraId="3167423A" w14:textId="62E947AD" w:rsidR="000F74ED" w:rsidRPr="00D02C0F" w:rsidRDefault="003705EF" w:rsidP="00370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      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88 328   </w:t>
            </w:r>
          </w:p>
        </w:tc>
        <w:tc>
          <w:tcPr>
            <w:tcW w:w="1516" w:type="dxa"/>
            <w:vAlign w:val="bottom"/>
          </w:tcPr>
          <w:p w14:paraId="616487FB" w14:textId="2074C672" w:rsidR="000F74ED" w:rsidRPr="00D02C0F" w:rsidRDefault="003705EF" w:rsidP="003705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-  </w:t>
            </w:r>
            <w:r w:rsidR="000F74ED" w:rsidRPr="00D25945">
              <w:rPr>
                <w:rFonts w:ascii="Times New Roman" w:hAnsi="Times New Roman" w:cs="Times New Roman"/>
                <w:b/>
                <w:bCs/>
                <w:color w:val="0000FF"/>
                <w:sz w:val="18"/>
                <w:szCs w:val="18"/>
              </w:rPr>
              <w:t>38 200</w:t>
            </w:r>
          </w:p>
        </w:tc>
      </w:tr>
    </w:tbl>
    <w:p w14:paraId="63FEE255" w14:textId="77777777" w:rsidR="009E2B76" w:rsidRPr="00F772B7" w:rsidRDefault="009E2B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DB477" w14:textId="77777777" w:rsidR="00A475F3" w:rsidRPr="00F772B7" w:rsidRDefault="00A475F3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72B7">
        <w:rPr>
          <w:rFonts w:ascii="Times New Roman" w:hAnsi="Times New Roman" w:cs="Times New Roman"/>
          <w:sz w:val="24"/>
          <w:szCs w:val="24"/>
          <w:u w:val="single"/>
        </w:rPr>
        <w:t>Разъяснения:</w:t>
      </w:r>
    </w:p>
    <w:p w14:paraId="70C4D3E0" w14:textId="7963344E" w:rsidR="00A475F3" w:rsidRPr="00F772B7" w:rsidRDefault="00A475F3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t xml:space="preserve">Необходимо учитывать, что в то же время, в расчете </w:t>
      </w:r>
      <w:r w:rsidR="000F74ED" w:rsidRPr="00F772B7">
        <w:rPr>
          <w:rFonts w:ascii="Times New Roman" w:hAnsi="Times New Roman" w:cs="Times New Roman"/>
          <w:sz w:val="24"/>
          <w:szCs w:val="24"/>
        </w:rPr>
        <w:t>эффекта на собственные средства</w:t>
      </w:r>
      <w:r w:rsidRPr="00F772B7">
        <w:rPr>
          <w:rFonts w:ascii="Times New Roman" w:hAnsi="Times New Roman" w:cs="Times New Roman"/>
          <w:sz w:val="24"/>
          <w:szCs w:val="24"/>
        </w:rPr>
        <w:t xml:space="preserve"> при применении стандарта МСФО 17 эффект каждого месяца и года был нулевой.</w:t>
      </w:r>
    </w:p>
    <w:p w14:paraId="4A011955" w14:textId="3FA1E991" w:rsidR="00A475F3" w:rsidRPr="00F772B7" w:rsidRDefault="00A475F3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lastRenderedPageBreak/>
        <w:t>Нагрузка на капитал по ГК РФ составляет с 2018 г</w:t>
      </w:r>
      <w:r w:rsidR="00F772B7" w:rsidRPr="00F772B7">
        <w:rPr>
          <w:rFonts w:ascii="Times New Roman" w:hAnsi="Times New Roman" w:cs="Times New Roman"/>
          <w:sz w:val="24"/>
          <w:szCs w:val="24"/>
        </w:rPr>
        <w:t>.</w:t>
      </w:r>
      <w:r w:rsidRPr="00F772B7">
        <w:rPr>
          <w:rFonts w:ascii="Times New Roman" w:hAnsi="Times New Roman" w:cs="Times New Roman"/>
          <w:sz w:val="24"/>
          <w:szCs w:val="24"/>
        </w:rPr>
        <w:t xml:space="preserve"> </w:t>
      </w:r>
      <w:r w:rsidR="00F772B7" w:rsidRPr="00F772B7">
        <w:rPr>
          <w:rFonts w:ascii="Times New Roman" w:hAnsi="Times New Roman" w:cs="Times New Roman"/>
          <w:sz w:val="24"/>
          <w:szCs w:val="24"/>
        </w:rPr>
        <w:t xml:space="preserve">по </w:t>
      </w:r>
      <w:r w:rsidRPr="00F772B7">
        <w:rPr>
          <w:rFonts w:ascii="Times New Roman" w:hAnsi="Times New Roman" w:cs="Times New Roman"/>
          <w:sz w:val="24"/>
          <w:szCs w:val="24"/>
        </w:rPr>
        <w:t>31.10.2020 полных 22 месяца арендной ставки, при этом, дисконтирование таких обязательств приводит к сумме 115 879 тыс.</w:t>
      </w:r>
      <w:r w:rsidRPr="00D25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F772B7">
        <w:rPr>
          <w:rFonts w:ascii="Times New Roman" w:hAnsi="Times New Roman" w:cs="Times New Roman"/>
          <w:sz w:val="24"/>
          <w:szCs w:val="24"/>
        </w:rPr>
        <w:t>руб</w:t>
      </w:r>
      <w:r w:rsidR="00D02C0F" w:rsidRPr="00F772B7">
        <w:rPr>
          <w:rFonts w:ascii="Times New Roman" w:hAnsi="Times New Roman" w:cs="Times New Roman"/>
          <w:sz w:val="24"/>
          <w:szCs w:val="24"/>
        </w:rPr>
        <w:t xml:space="preserve">. </w:t>
      </w:r>
      <w:r w:rsidRPr="00F772B7">
        <w:rPr>
          <w:rFonts w:ascii="Times New Roman" w:hAnsi="Times New Roman" w:cs="Times New Roman"/>
          <w:sz w:val="24"/>
          <w:szCs w:val="24"/>
        </w:rPr>
        <w:t>по состоянию на 01.01.2019. На 01.01.2019 согласно таблице, приведенной выше</w:t>
      </w:r>
      <w:r w:rsidR="00D02C0F" w:rsidRPr="00F772B7">
        <w:rPr>
          <w:rFonts w:ascii="Times New Roman" w:hAnsi="Times New Roman" w:cs="Times New Roman"/>
          <w:sz w:val="24"/>
          <w:szCs w:val="24"/>
        </w:rPr>
        <w:t>,</w:t>
      </w:r>
      <w:r w:rsidRPr="00F772B7">
        <w:rPr>
          <w:rFonts w:ascii="Times New Roman" w:hAnsi="Times New Roman" w:cs="Times New Roman"/>
          <w:sz w:val="24"/>
          <w:szCs w:val="24"/>
        </w:rPr>
        <w:t xml:space="preserve"> сумма обязательств будет равна 112 823 тыс. руб</w:t>
      </w:r>
      <w:r w:rsidR="00D02C0F" w:rsidRPr="00F772B7">
        <w:rPr>
          <w:rFonts w:ascii="Times New Roman" w:hAnsi="Times New Roman" w:cs="Times New Roman"/>
          <w:sz w:val="24"/>
          <w:szCs w:val="24"/>
        </w:rPr>
        <w:t>.</w:t>
      </w:r>
      <w:r w:rsidRPr="00F772B7">
        <w:rPr>
          <w:rFonts w:ascii="Times New Roman" w:hAnsi="Times New Roman" w:cs="Times New Roman"/>
          <w:sz w:val="24"/>
          <w:szCs w:val="24"/>
        </w:rPr>
        <w:t xml:space="preserve">, что близко к дисконтированному обязательству </w:t>
      </w:r>
      <w:r w:rsidRPr="00F772B7">
        <w:rPr>
          <w:rFonts w:ascii="Times New Roman" w:hAnsi="Times New Roman" w:cs="Times New Roman"/>
          <w:sz w:val="24"/>
          <w:szCs w:val="24"/>
        </w:rPr>
        <w:br/>
        <w:t xml:space="preserve">с 01.01.2019 и до срока расторжения по условиям договора. </w:t>
      </w:r>
    </w:p>
    <w:p w14:paraId="2735AD85" w14:textId="1081DD22" w:rsidR="00A475F3" w:rsidRPr="00F772B7" w:rsidRDefault="00A475F3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t xml:space="preserve">Дебиторская задолженность на конец каждого года равна сумме арендного платежа за следующий месяц (условия предоплаты – месяц вперед). Динамика дебиторской задолженности в таблице отражает разные ставки. </w:t>
      </w:r>
      <w:r w:rsidR="00D02C0F" w:rsidRPr="00F772B7">
        <w:rPr>
          <w:rFonts w:ascii="Times New Roman" w:hAnsi="Times New Roman" w:cs="Times New Roman"/>
          <w:sz w:val="24"/>
          <w:szCs w:val="24"/>
        </w:rPr>
        <w:t xml:space="preserve">В </w:t>
      </w:r>
      <w:r w:rsidRPr="00F772B7">
        <w:rPr>
          <w:rFonts w:ascii="Times New Roman" w:hAnsi="Times New Roman" w:cs="Times New Roman"/>
          <w:sz w:val="24"/>
          <w:szCs w:val="24"/>
        </w:rPr>
        <w:t>2016-2017 год</w:t>
      </w:r>
      <w:r w:rsidR="00D02C0F" w:rsidRPr="00F772B7">
        <w:rPr>
          <w:rFonts w:ascii="Times New Roman" w:hAnsi="Times New Roman" w:cs="Times New Roman"/>
          <w:sz w:val="24"/>
          <w:szCs w:val="24"/>
        </w:rPr>
        <w:t>у</w:t>
      </w:r>
      <w:r w:rsidRPr="00F772B7">
        <w:rPr>
          <w:rFonts w:ascii="Times New Roman" w:hAnsi="Times New Roman" w:cs="Times New Roman"/>
          <w:sz w:val="24"/>
          <w:szCs w:val="24"/>
        </w:rPr>
        <w:t xml:space="preserve"> ставки по договору были выше, чем в 2018-2019</w:t>
      </w:r>
      <w:r w:rsidR="00D02C0F" w:rsidRPr="00F772B7"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F772B7">
        <w:rPr>
          <w:rFonts w:ascii="Times New Roman" w:hAnsi="Times New Roman" w:cs="Times New Roman"/>
          <w:sz w:val="24"/>
          <w:szCs w:val="24"/>
        </w:rPr>
        <w:t xml:space="preserve">. </w:t>
      </w:r>
      <w:r w:rsidR="00D02C0F" w:rsidRPr="00F772B7">
        <w:rPr>
          <w:rFonts w:ascii="Times New Roman" w:hAnsi="Times New Roman" w:cs="Times New Roman"/>
          <w:sz w:val="24"/>
          <w:szCs w:val="24"/>
        </w:rPr>
        <w:t xml:space="preserve">До ноября </w:t>
      </w:r>
      <w:r w:rsidRPr="00F772B7">
        <w:rPr>
          <w:rFonts w:ascii="Times New Roman" w:hAnsi="Times New Roman" w:cs="Times New Roman"/>
          <w:sz w:val="24"/>
          <w:szCs w:val="24"/>
        </w:rPr>
        <w:t xml:space="preserve">2016 </w:t>
      </w:r>
      <w:r w:rsidR="00D02C0F" w:rsidRPr="00F772B7">
        <w:rPr>
          <w:rFonts w:ascii="Times New Roman" w:hAnsi="Times New Roman" w:cs="Times New Roman"/>
          <w:sz w:val="24"/>
          <w:szCs w:val="24"/>
        </w:rPr>
        <w:t>г</w:t>
      </w:r>
      <w:r w:rsidR="00F772B7" w:rsidRPr="00F772B7">
        <w:rPr>
          <w:rFonts w:ascii="Times New Roman" w:hAnsi="Times New Roman" w:cs="Times New Roman"/>
          <w:sz w:val="24"/>
          <w:szCs w:val="24"/>
        </w:rPr>
        <w:t>.</w:t>
      </w:r>
      <w:r w:rsidR="00D02C0F" w:rsidRPr="00F772B7">
        <w:rPr>
          <w:rFonts w:ascii="Times New Roman" w:hAnsi="Times New Roman" w:cs="Times New Roman"/>
          <w:sz w:val="24"/>
          <w:szCs w:val="24"/>
        </w:rPr>
        <w:t xml:space="preserve"> </w:t>
      </w:r>
      <w:r w:rsidRPr="00F772B7">
        <w:rPr>
          <w:rFonts w:ascii="Times New Roman" w:hAnsi="Times New Roman" w:cs="Times New Roman"/>
          <w:sz w:val="24"/>
          <w:szCs w:val="24"/>
        </w:rPr>
        <w:t xml:space="preserve">(период индексации) ставка была 800 долларов за метр без НДС и БАМ, далее до 31.10.2017 - 824 доллара, затем до 01.06.2018 </w:t>
      </w:r>
      <w:r w:rsidR="00F772B7" w:rsidRPr="00F772B7">
        <w:rPr>
          <w:rFonts w:ascii="Times New Roman" w:hAnsi="Times New Roman" w:cs="Times New Roman"/>
          <w:sz w:val="24"/>
          <w:szCs w:val="24"/>
        </w:rPr>
        <w:t>–</w:t>
      </w:r>
      <w:r w:rsidRPr="00F772B7">
        <w:rPr>
          <w:rFonts w:ascii="Times New Roman" w:hAnsi="Times New Roman" w:cs="Times New Roman"/>
          <w:sz w:val="24"/>
          <w:szCs w:val="24"/>
        </w:rPr>
        <w:t xml:space="preserve"> 848</w:t>
      </w:r>
      <w:r w:rsidR="00F772B7" w:rsidRPr="00F772B7">
        <w:rPr>
          <w:rFonts w:ascii="Times New Roman" w:hAnsi="Times New Roman" w:cs="Times New Roman"/>
          <w:sz w:val="24"/>
          <w:szCs w:val="24"/>
        </w:rPr>
        <w:t>,</w:t>
      </w:r>
      <w:r w:rsidRPr="00F772B7">
        <w:rPr>
          <w:rFonts w:ascii="Times New Roman" w:hAnsi="Times New Roman" w:cs="Times New Roman"/>
          <w:sz w:val="24"/>
          <w:szCs w:val="24"/>
        </w:rPr>
        <w:t xml:space="preserve">7 долларов, после чего ставка была снижена до 550 долларов за метр по дополнительному соглашению.  </w:t>
      </w:r>
    </w:p>
    <w:p w14:paraId="514E8069" w14:textId="77777777" w:rsidR="00A475F3" w:rsidRPr="00F772B7" w:rsidRDefault="00A475F3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t xml:space="preserve">Обязательства рассчитаны на 31.12.2016 путем ретроспективного применения МСФО 16 к сроку начала договора, расчет произведен следующим образом: дисконтированные обязательства на весь срок договора увеличиваются на сумму процентов по дисконтированию </w:t>
      </w:r>
      <w:r w:rsidRPr="00F772B7">
        <w:rPr>
          <w:rFonts w:ascii="Times New Roman" w:hAnsi="Times New Roman" w:cs="Times New Roman"/>
          <w:sz w:val="24"/>
          <w:szCs w:val="24"/>
        </w:rPr>
        <w:br/>
        <w:t xml:space="preserve">на каждую отчетную дату на срок договора, и уменьшаются на осуществленные выплаты. </w:t>
      </w:r>
    </w:p>
    <w:p w14:paraId="4BA125B8" w14:textId="77777777" w:rsidR="00545510" w:rsidRDefault="00545510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07BFDD" w14:textId="77777777" w:rsidR="00545510" w:rsidRDefault="009E2B76" w:rsidP="005455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>Договор 2</w:t>
      </w:r>
      <w:r w:rsidR="00545510">
        <w:rPr>
          <w:rFonts w:ascii="Times New Roman" w:hAnsi="Times New Roman" w:cs="Times New Roman"/>
          <w:b/>
          <w:sz w:val="24"/>
          <w:szCs w:val="24"/>
        </w:rPr>
        <w:t>:</w:t>
      </w:r>
    </w:p>
    <w:p w14:paraId="06584BC5" w14:textId="77777777" w:rsidR="00545510" w:rsidRPr="00545510" w:rsidRDefault="00725632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45510">
        <w:rPr>
          <w:rFonts w:ascii="Times New Roman" w:hAnsi="Times New Roman" w:cs="Times New Roman"/>
          <w:color w:val="000000"/>
          <w:sz w:val="24"/>
          <w:szCs w:val="24"/>
        </w:rPr>
        <w:t xml:space="preserve">олгосрочный </w:t>
      </w:r>
      <w:r w:rsidR="00545510" w:rsidRPr="00545510">
        <w:rPr>
          <w:rFonts w:ascii="Times New Roman" w:hAnsi="Times New Roman" w:cs="Times New Roman"/>
          <w:color w:val="000000"/>
          <w:sz w:val="24"/>
          <w:szCs w:val="24"/>
        </w:rPr>
        <w:t>договор, срок с 01.06.2016 до 31.10.2022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5F66D0" w14:textId="77777777" w:rsidR="00545510" w:rsidRPr="00545510" w:rsidRDefault="00725632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беспечительный </w:t>
      </w:r>
      <w:r w:rsidR="00545510"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 3 месяца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F7ED69" w14:textId="77777777" w:rsidR="00545510" w:rsidRPr="00545510" w:rsidRDefault="00545510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оплаты - предоплата за месяц ежемесячного расхода</w:t>
      </w:r>
      <w:r w:rsidR="0072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45BC9A8" w14:textId="77777777" w:rsidR="00545510" w:rsidRPr="003705EF" w:rsidRDefault="00725632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асторжение </w:t>
      </w:r>
      <w:r w:rsidR="00545510"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с уведомлением за 1 месяц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541D2F" w14:textId="610D1487" w:rsidR="00A475F3" w:rsidRPr="00545510" w:rsidRDefault="00A475F3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Ставка аренды 7,2 тыс. руб</w:t>
      </w:r>
      <w:r w:rsidR="00F77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 за кв. метр</w:t>
      </w:r>
    </w:p>
    <w:p w14:paraId="35F03DF6" w14:textId="77777777" w:rsidR="00545510" w:rsidRPr="00545510" w:rsidRDefault="00545510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Ставка заемных средств – 25%</w:t>
      </w:r>
      <w:r w:rsidR="0072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85CE73" w14:textId="4DD95B34" w:rsidR="00545510" w:rsidRPr="00545510" w:rsidRDefault="00725632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 аренды </w:t>
      </w:r>
      <w:r w:rsidR="00A4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2103</w:t>
      </w:r>
      <w:r w:rsidR="00F77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475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545510"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вадратных </w:t>
      </w:r>
      <w:r w:rsidR="00545510"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4DEFF7" w14:textId="77777777" w:rsidR="00545510" w:rsidRPr="00545510" w:rsidRDefault="00545510" w:rsidP="0054551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НДС </w:t>
      </w:r>
      <w:r w:rsidR="0072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 в стоимость аренды в соответствии с ст. 170 НК РФ.</w:t>
      </w:r>
    </w:p>
    <w:p w14:paraId="0CFB9693" w14:textId="77777777" w:rsidR="00A475F3" w:rsidRDefault="00A475F3" w:rsidP="003705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4A7172" w14:textId="58F9654C" w:rsidR="009E2B76" w:rsidRPr="00D25945" w:rsidRDefault="00D02C0F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лияни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725632">
        <w:rPr>
          <w:rFonts w:ascii="Times New Roman" w:hAnsi="Times New Roman" w:cs="Times New Roman"/>
          <w:b/>
          <w:sz w:val="24"/>
          <w:szCs w:val="24"/>
        </w:rPr>
        <w:t>средства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2B7"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2018 г</w:t>
      </w:r>
      <w:r w:rsidR="00545510"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стандарта МСФО</w:t>
      </w:r>
      <w:r w:rsidR="00725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17</w:t>
      </w:r>
      <w:r w:rsidR="00F772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5F92" w:rsidRPr="00D25945">
        <w:rPr>
          <w:rFonts w:ascii="Times New Roman" w:hAnsi="Times New Roman" w:cs="Times New Roman"/>
          <w:sz w:val="24"/>
          <w:szCs w:val="24"/>
        </w:rPr>
        <w:t>в тыс. руб.</w:t>
      </w:r>
      <w:r w:rsidR="009E2B76" w:rsidRPr="00D25945">
        <w:rPr>
          <w:rFonts w:ascii="Times New Roman" w:hAnsi="Times New Roman" w:cs="Times New Roman"/>
          <w:sz w:val="24"/>
          <w:szCs w:val="24"/>
        </w:rPr>
        <w:t>:</w:t>
      </w:r>
    </w:p>
    <w:p w14:paraId="20EF0818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11" w:type="dxa"/>
        <w:tblLayout w:type="fixed"/>
        <w:tblLook w:val="04A0" w:firstRow="1" w:lastRow="0" w:firstColumn="1" w:lastColumn="0" w:noHBand="0" w:noVBand="1"/>
      </w:tblPr>
      <w:tblGrid>
        <w:gridCol w:w="1365"/>
        <w:gridCol w:w="712"/>
        <w:gridCol w:w="712"/>
        <w:gridCol w:w="712"/>
        <w:gridCol w:w="712"/>
        <w:gridCol w:w="712"/>
        <w:gridCol w:w="713"/>
        <w:gridCol w:w="712"/>
        <w:gridCol w:w="712"/>
        <w:gridCol w:w="712"/>
        <w:gridCol w:w="712"/>
        <w:gridCol w:w="712"/>
        <w:gridCol w:w="713"/>
      </w:tblGrid>
      <w:tr w:rsidR="00545510" w:rsidRPr="00545510" w14:paraId="3F0E6BF1" w14:textId="77777777" w:rsidTr="00545510">
        <w:trPr>
          <w:trHeight w:val="943"/>
        </w:trPr>
        <w:tc>
          <w:tcPr>
            <w:tcW w:w="1365" w:type="dxa"/>
          </w:tcPr>
          <w:p w14:paraId="0D1646EE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12" w:type="dxa"/>
          </w:tcPr>
          <w:p w14:paraId="2AABD38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12" w:type="dxa"/>
          </w:tcPr>
          <w:p w14:paraId="1CDDDACD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12" w:type="dxa"/>
          </w:tcPr>
          <w:p w14:paraId="061FA34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12" w:type="dxa"/>
          </w:tcPr>
          <w:p w14:paraId="06C75BC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12" w:type="dxa"/>
          </w:tcPr>
          <w:p w14:paraId="291855E8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3" w:type="dxa"/>
          </w:tcPr>
          <w:p w14:paraId="25A467B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2" w:type="dxa"/>
          </w:tcPr>
          <w:p w14:paraId="2F2CC24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2" w:type="dxa"/>
          </w:tcPr>
          <w:p w14:paraId="6326315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12" w:type="dxa"/>
          </w:tcPr>
          <w:p w14:paraId="4B3F2FF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12" w:type="dxa"/>
          </w:tcPr>
          <w:p w14:paraId="521F14E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12" w:type="dxa"/>
          </w:tcPr>
          <w:p w14:paraId="0D70DDE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13" w:type="dxa"/>
          </w:tcPr>
          <w:p w14:paraId="3DFD721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545510" w:rsidRPr="00545510" w14:paraId="364F1EC9" w14:textId="77777777" w:rsidTr="00545510">
        <w:trPr>
          <w:trHeight w:val="478"/>
        </w:trPr>
        <w:tc>
          <w:tcPr>
            <w:tcW w:w="1365" w:type="dxa"/>
          </w:tcPr>
          <w:p w14:paraId="274FCE00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3B9E9A7C" w14:textId="77777777" w:rsidR="009E2B76" w:rsidRPr="00545510" w:rsidRDefault="00725632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адолженность</w:t>
            </w:r>
          </w:p>
        </w:tc>
        <w:tc>
          <w:tcPr>
            <w:tcW w:w="712" w:type="dxa"/>
          </w:tcPr>
          <w:p w14:paraId="4E9961A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4374D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4FE6590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F19A2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19B3069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10621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0390C02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8C5A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2E32781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35286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3" w:type="dxa"/>
          </w:tcPr>
          <w:p w14:paraId="4F5CA7ED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A3102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7AAEA47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E776D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02C5FBD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5ACDE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369AFC1B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C65DB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3F05EAC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0BCDA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2" w:type="dxa"/>
          </w:tcPr>
          <w:p w14:paraId="1CDD237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A71F2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3" w:type="dxa"/>
          </w:tcPr>
          <w:p w14:paraId="286292C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5A8F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</w:tr>
      <w:tr w:rsidR="00545510" w:rsidRPr="00545510" w14:paraId="74DC1951" w14:textId="77777777" w:rsidTr="00545510">
        <w:trPr>
          <w:trHeight w:val="464"/>
        </w:trPr>
        <w:tc>
          <w:tcPr>
            <w:tcW w:w="1365" w:type="dxa"/>
          </w:tcPr>
          <w:p w14:paraId="145CDAD1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Кредиторская</w:t>
            </w:r>
          </w:p>
          <w:p w14:paraId="49433694" w14:textId="77777777" w:rsidR="009E2B76" w:rsidRPr="00545510" w:rsidRDefault="00725632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адолженност</w:t>
            </w:r>
            <w:r w:rsidR="000E160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712" w:type="dxa"/>
          </w:tcPr>
          <w:p w14:paraId="32919D8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548AF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2163566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5B9B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3FE3036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05DFA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1362F39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270E5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335D27F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D245A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14:paraId="78C80B1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5E33E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11F9970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24DD2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3444548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6B2CC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76A1026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E59018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16D5B39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56D37D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</w:tcPr>
          <w:p w14:paraId="60FC280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9817D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14:paraId="19D76CA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6FD21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45510" w:rsidRPr="00545510" w14:paraId="67AAC27E" w14:textId="77777777" w:rsidTr="00545510">
        <w:trPr>
          <w:trHeight w:val="464"/>
        </w:trPr>
        <w:tc>
          <w:tcPr>
            <w:tcW w:w="1365" w:type="dxa"/>
          </w:tcPr>
          <w:p w14:paraId="3AC42B97" w14:textId="77777777" w:rsidR="009E2B76" w:rsidRPr="00545510" w:rsidRDefault="009E2B76" w:rsidP="005455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72563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собственные средства</w:t>
            </w:r>
            <w:r w:rsidRPr="005455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712" w:type="dxa"/>
          </w:tcPr>
          <w:p w14:paraId="12C920B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F9C72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315B055B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E93F2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0E27FBB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F0080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496FB92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1EB5C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5B307E5D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6CA54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14:paraId="590D796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F7FBF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688A743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987C0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4EDA040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D9A6A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64DB6F9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55F28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69457DE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FCF458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</w:tcPr>
          <w:p w14:paraId="6836A87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EA990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</w:tcPr>
          <w:p w14:paraId="29FE792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B1A4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14:paraId="1CF45349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42BE67E" w14:textId="5216D0E1" w:rsidR="009E2B76" w:rsidRPr="00D25945" w:rsidRDefault="00966753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лияни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F772B7">
        <w:rPr>
          <w:rFonts w:ascii="Times New Roman" w:hAnsi="Times New Roman" w:cs="Times New Roman"/>
          <w:b/>
          <w:sz w:val="24"/>
          <w:szCs w:val="24"/>
        </w:rPr>
        <w:t xml:space="preserve">размер </w:t>
      </w:r>
      <w:r w:rsidR="00725632">
        <w:rPr>
          <w:rFonts w:ascii="Times New Roman" w:hAnsi="Times New Roman" w:cs="Times New Roman"/>
          <w:b/>
          <w:sz w:val="24"/>
          <w:szCs w:val="24"/>
        </w:rPr>
        <w:t>собственны</w:t>
      </w:r>
      <w:r w:rsidR="00F772B7">
        <w:rPr>
          <w:rFonts w:ascii="Times New Roman" w:hAnsi="Times New Roman" w:cs="Times New Roman"/>
          <w:b/>
          <w:sz w:val="24"/>
          <w:szCs w:val="24"/>
        </w:rPr>
        <w:t>х</w:t>
      </w:r>
      <w:r w:rsidR="00725632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2B7"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2018 г</w:t>
      </w:r>
      <w:r w:rsidR="00F772B7"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стандарта МСФО</w:t>
      </w:r>
      <w:r w:rsidR="00725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16</w:t>
      </w:r>
      <w:r w:rsidR="00F772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5F92" w:rsidRPr="00D25945">
        <w:rPr>
          <w:rFonts w:ascii="Times New Roman" w:hAnsi="Times New Roman" w:cs="Times New Roman"/>
          <w:sz w:val="24"/>
          <w:szCs w:val="24"/>
        </w:rPr>
        <w:t>в тыс. руб.</w:t>
      </w:r>
      <w:r w:rsidR="009E2B76" w:rsidRPr="00D25945">
        <w:rPr>
          <w:rFonts w:ascii="Times New Roman" w:hAnsi="Times New Roman" w:cs="Times New Roman"/>
          <w:sz w:val="24"/>
          <w:szCs w:val="24"/>
        </w:rPr>
        <w:t>:</w:t>
      </w:r>
    </w:p>
    <w:p w14:paraId="03365ADA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11" w:type="dxa"/>
        <w:tblLayout w:type="fixed"/>
        <w:tblLook w:val="04A0" w:firstRow="1" w:lastRow="0" w:firstColumn="1" w:lastColumn="0" w:noHBand="0" w:noVBand="1"/>
      </w:tblPr>
      <w:tblGrid>
        <w:gridCol w:w="1342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5"/>
      </w:tblGrid>
      <w:tr w:rsidR="00D559DF" w:rsidRPr="00545510" w14:paraId="3462B09F" w14:textId="77777777" w:rsidTr="00D559DF">
        <w:trPr>
          <w:trHeight w:val="943"/>
        </w:trPr>
        <w:tc>
          <w:tcPr>
            <w:tcW w:w="1342" w:type="dxa"/>
          </w:tcPr>
          <w:p w14:paraId="5747FFF6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14" w:type="dxa"/>
          </w:tcPr>
          <w:p w14:paraId="0033650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14" w:type="dxa"/>
          </w:tcPr>
          <w:p w14:paraId="4EB6794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14" w:type="dxa"/>
          </w:tcPr>
          <w:p w14:paraId="49588A0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14" w:type="dxa"/>
          </w:tcPr>
          <w:p w14:paraId="64B48EA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14" w:type="dxa"/>
          </w:tcPr>
          <w:p w14:paraId="7DD1818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4" w:type="dxa"/>
          </w:tcPr>
          <w:p w14:paraId="6962B7E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4" w:type="dxa"/>
          </w:tcPr>
          <w:p w14:paraId="0B3560F3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4" w:type="dxa"/>
          </w:tcPr>
          <w:p w14:paraId="19D509D2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14" w:type="dxa"/>
          </w:tcPr>
          <w:p w14:paraId="1CE671F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14" w:type="dxa"/>
          </w:tcPr>
          <w:p w14:paraId="4FAEDEC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14" w:type="dxa"/>
          </w:tcPr>
          <w:p w14:paraId="02A6690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15" w:type="dxa"/>
          </w:tcPr>
          <w:p w14:paraId="451792A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D559DF" w:rsidRPr="00545510" w14:paraId="7DF8724B" w14:textId="77777777" w:rsidTr="00D559DF">
        <w:trPr>
          <w:trHeight w:val="478"/>
        </w:trPr>
        <w:tc>
          <w:tcPr>
            <w:tcW w:w="1342" w:type="dxa"/>
          </w:tcPr>
          <w:p w14:paraId="491E8FF7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3485C628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задолженность</w:t>
            </w:r>
          </w:p>
        </w:tc>
        <w:tc>
          <w:tcPr>
            <w:tcW w:w="714" w:type="dxa"/>
          </w:tcPr>
          <w:p w14:paraId="0B0FB4B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939AB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5DA2D244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6963AD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4821D00B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371AE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6110C34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2031B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7D2018C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63D90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3889745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416AE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44ADE678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6F744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74CD2DE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66A36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4298628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092F28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5A63085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44DB49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4" w:type="dxa"/>
          </w:tcPr>
          <w:p w14:paraId="009D50E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351EB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  <w:tc>
          <w:tcPr>
            <w:tcW w:w="715" w:type="dxa"/>
          </w:tcPr>
          <w:p w14:paraId="46E7E47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347EF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</w:p>
        </w:tc>
      </w:tr>
      <w:tr w:rsidR="00D559DF" w:rsidRPr="00545510" w14:paraId="5FC84898" w14:textId="77777777" w:rsidTr="00D559DF">
        <w:trPr>
          <w:trHeight w:val="478"/>
        </w:trPr>
        <w:tc>
          <w:tcPr>
            <w:tcW w:w="1342" w:type="dxa"/>
          </w:tcPr>
          <w:p w14:paraId="3F45A4E7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Право пользования</w:t>
            </w:r>
          </w:p>
          <w:p w14:paraId="6DD3FCEB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помещением</w:t>
            </w:r>
          </w:p>
        </w:tc>
        <w:tc>
          <w:tcPr>
            <w:tcW w:w="714" w:type="dxa"/>
          </w:tcPr>
          <w:p w14:paraId="789ABCC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54882</w:t>
            </w:r>
          </w:p>
        </w:tc>
        <w:tc>
          <w:tcPr>
            <w:tcW w:w="714" w:type="dxa"/>
          </w:tcPr>
          <w:p w14:paraId="63481BD7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53920</w:t>
            </w:r>
          </w:p>
        </w:tc>
        <w:tc>
          <w:tcPr>
            <w:tcW w:w="714" w:type="dxa"/>
          </w:tcPr>
          <w:p w14:paraId="6060FE5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52957</w:t>
            </w:r>
          </w:p>
        </w:tc>
        <w:tc>
          <w:tcPr>
            <w:tcW w:w="714" w:type="dxa"/>
          </w:tcPr>
          <w:p w14:paraId="040942E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51995</w:t>
            </w:r>
          </w:p>
        </w:tc>
        <w:tc>
          <w:tcPr>
            <w:tcW w:w="714" w:type="dxa"/>
          </w:tcPr>
          <w:p w14:paraId="7257FA05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51082</w:t>
            </w:r>
          </w:p>
        </w:tc>
        <w:tc>
          <w:tcPr>
            <w:tcW w:w="714" w:type="dxa"/>
          </w:tcPr>
          <w:p w14:paraId="341F7FD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50070</w:t>
            </w:r>
          </w:p>
        </w:tc>
        <w:tc>
          <w:tcPr>
            <w:tcW w:w="714" w:type="dxa"/>
          </w:tcPr>
          <w:p w14:paraId="37771AEA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49108</w:t>
            </w:r>
          </w:p>
        </w:tc>
        <w:tc>
          <w:tcPr>
            <w:tcW w:w="714" w:type="dxa"/>
          </w:tcPr>
          <w:p w14:paraId="6F50605E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48145</w:t>
            </w:r>
          </w:p>
        </w:tc>
        <w:tc>
          <w:tcPr>
            <w:tcW w:w="714" w:type="dxa"/>
          </w:tcPr>
          <w:p w14:paraId="798DDC6C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47183</w:t>
            </w:r>
          </w:p>
        </w:tc>
        <w:tc>
          <w:tcPr>
            <w:tcW w:w="714" w:type="dxa"/>
          </w:tcPr>
          <w:p w14:paraId="524E1930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46221</w:t>
            </w:r>
          </w:p>
        </w:tc>
        <w:tc>
          <w:tcPr>
            <w:tcW w:w="714" w:type="dxa"/>
          </w:tcPr>
          <w:p w14:paraId="19292D5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45258</w:t>
            </w:r>
          </w:p>
        </w:tc>
        <w:tc>
          <w:tcPr>
            <w:tcW w:w="715" w:type="dxa"/>
          </w:tcPr>
          <w:p w14:paraId="5BBC3EF6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44296</w:t>
            </w:r>
          </w:p>
        </w:tc>
      </w:tr>
      <w:tr w:rsidR="00D559DF" w:rsidRPr="00545510" w14:paraId="2AC543A0" w14:textId="77777777" w:rsidTr="00D559DF">
        <w:trPr>
          <w:trHeight w:val="478"/>
        </w:trPr>
        <w:tc>
          <w:tcPr>
            <w:tcW w:w="1342" w:type="dxa"/>
          </w:tcPr>
          <w:p w14:paraId="2195D845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Амортизация актива</w:t>
            </w:r>
          </w:p>
        </w:tc>
        <w:tc>
          <w:tcPr>
            <w:tcW w:w="714" w:type="dxa"/>
          </w:tcPr>
          <w:p w14:paraId="0C969BDF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08E67476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0C0E7A0F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226D44DA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54F729E6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290F3A11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48336C07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77C417D0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38D28D82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008B9351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4" w:type="dxa"/>
          </w:tcPr>
          <w:p w14:paraId="059F2ACC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  <w:tc>
          <w:tcPr>
            <w:tcW w:w="715" w:type="dxa"/>
          </w:tcPr>
          <w:p w14:paraId="46399992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962</w:t>
            </w:r>
          </w:p>
        </w:tc>
      </w:tr>
      <w:tr w:rsidR="00D559DF" w:rsidRPr="00545510" w14:paraId="5B590EAA" w14:textId="77777777" w:rsidTr="00D559DF">
        <w:trPr>
          <w:trHeight w:val="478"/>
        </w:trPr>
        <w:tc>
          <w:tcPr>
            <w:tcW w:w="1342" w:type="dxa"/>
          </w:tcPr>
          <w:p w14:paraId="6CC01396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714" w:type="dxa"/>
          </w:tcPr>
          <w:p w14:paraId="1FBC3FC1" w14:textId="77777777" w:rsidR="009E2B76" w:rsidRPr="00545510" w:rsidRDefault="009E2B76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64884</w:t>
            </w:r>
          </w:p>
        </w:tc>
        <w:tc>
          <w:tcPr>
            <w:tcW w:w="714" w:type="dxa"/>
          </w:tcPr>
          <w:p w14:paraId="13E69613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64252</w:t>
            </w:r>
          </w:p>
        </w:tc>
        <w:tc>
          <w:tcPr>
            <w:tcW w:w="714" w:type="dxa"/>
          </w:tcPr>
          <w:p w14:paraId="10180AE8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63620</w:t>
            </w:r>
          </w:p>
        </w:tc>
        <w:tc>
          <w:tcPr>
            <w:tcW w:w="714" w:type="dxa"/>
          </w:tcPr>
          <w:p w14:paraId="05671C02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62987</w:t>
            </w:r>
          </w:p>
        </w:tc>
        <w:tc>
          <w:tcPr>
            <w:tcW w:w="714" w:type="dxa"/>
          </w:tcPr>
          <w:p w14:paraId="5FAA3544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62355</w:t>
            </w:r>
          </w:p>
        </w:tc>
        <w:tc>
          <w:tcPr>
            <w:tcW w:w="714" w:type="dxa"/>
          </w:tcPr>
          <w:p w14:paraId="1FCA68EB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61723</w:t>
            </w:r>
          </w:p>
        </w:tc>
        <w:tc>
          <w:tcPr>
            <w:tcW w:w="714" w:type="dxa"/>
          </w:tcPr>
          <w:p w14:paraId="3327B279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61091</w:t>
            </w:r>
          </w:p>
        </w:tc>
        <w:tc>
          <w:tcPr>
            <w:tcW w:w="714" w:type="dxa"/>
          </w:tcPr>
          <w:p w14:paraId="14F6A127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60459</w:t>
            </w:r>
          </w:p>
        </w:tc>
        <w:tc>
          <w:tcPr>
            <w:tcW w:w="714" w:type="dxa"/>
          </w:tcPr>
          <w:p w14:paraId="54911CCC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59826</w:t>
            </w:r>
          </w:p>
        </w:tc>
        <w:tc>
          <w:tcPr>
            <w:tcW w:w="714" w:type="dxa"/>
          </w:tcPr>
          <w:p w14:paraId="5E0AB0D3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59194</w:t>
            </w:r>
          </w:p>
        </w:tc>
        <w:tc>
          <w:tcPr>
            <w:tcW w:w="714" w:type="dxa"/>
          </w:tcPr>
          <w:p w14:paraId="5B2E6C03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58562</w:t>
            </w:r>
          </w:p>
        </w:tc>
        <w:tc>
          <w:tcPr>
            <w:tcW w:w="715" w:type="dxa"/>
          </w:tcPr>
          <w:p w14:paraId="1EF2955F" w14:textId="77777777" w:rsidR="009E2B76" w:rsidRPr="00545510" w:rsidRDefault="009E2B76" w:rsidP="005455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5510">
              <w:rPr>
                <w:rFonts w:ascii="Times New Roman" w:hAnsi="Times New Roman" w:cs="Times New Roman"/>
                <w:sz w:val="16"/>
                <w:szCs w:val="16"/>
              </w:rPr>
              <w:t>57930</w:t>
            </w:r>
          </w:p>
        </w:tc>
      </w:tr>
      <w:tr w:rsidR="00D559DF" w:rsidRPr="00545510" w14:paraId="41A48B02" w14:textId="77777777" w:rsidTr="00D559DF">
        <w:trPr>
          <w:trHeight w:val="464"/>
        </w:trPr>
        <w:tc>
          <w:tcPr>
            <w:tcW w:w="1342" w:type="dxa"/>
          </w:tcPr>
          <w:p w14:paraId="02946F98" w14:textId="77777777" w:rsidR="009E2B76" w:rsidRPr="00545510" w:rsidRDefault="009E2B76" w:rsidP="005455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5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  <w:r w:rsidRPr="005455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714" w:type="dxa"/>
          </w:tcPr>
          <w:p w14:paraId="1389D9E9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10 002</w:t>
            </w:r>
          </w:p>
        </w:tc>
        <w:tc>
          <w:tcPr>
            <w:tcW w:w="714" w:type="dxa"/>
          </w:tcPr>
          <w:p w14:paraId="2A798243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10 332</w:t>
            </w:r>
          </w:p>
        </w:tc>
        <w:tc>
          <w:tcPr>
            <w:tcW w:w="714" w:type="dxa"/>
          </w:tcPr>
          <w:p w14:paraId="1286FAD1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10 662</w:t>
            </w:r>
          </w:p>
        </w:tc>
        <w:tc>
          <w:tcPr>
            <w:tcW w:w="714" w:type="dxa"/>
          </w:tcPr>
          <w:p w14:paraId="5F50D96C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10 993</w:t>
            </w:r>
          </w:p>
        </w:tc>
        <w:tc>
          <w:tcPr>
            <w:tcW w:w="714" w:type="dxa"/>
          </w:tcPr>
          <w:p w14:paraId="3BB1F899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11 323</w:t>
            </w:r>
          </w:p>
        </w:tc>
        <w:tc>
          <w:tcPr>
            <w:tcW w:w="714" w:type="dxa"/>
          </w:tcPr>
          <w:p w14:paraId="359AE2CB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11 653</w:t>
            </w:r>
          </w:p>
        </w:tc>
        <w:tc>
          <w:tcPr>
            <w:tcW w:w="714" w:type="dxa"/>
          </w:tcPr>
          <w:p w14:paraId="11FB5E17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11 983</w:t>
            </w:r>
          </w:p>
        </w:tc>
        <w:tc>
          <w:tcPr>
            <w:tcW w:w="714" w:type="dxa"/>
          </w:tcPr>
          <w:p w14:paraId="735551BF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12 313</w:t>
            </w:r>
          </w:p>
        </w:tc>
        <w:tc>
          <w:tcPr>
            <w:tcW w:w="714" w:type="dxa"/>
          </w:tcPr>
          <w:p w14:paraId="2B2E11D6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12 643</w:t>
            </w:r>
          </w:p>
        </w:tc>
        <w:tc>
          <w:tcPr>
            <w:tcW w:w="714" w:type="dxa"/>
          </w:tcPr>
          <w:p w14:paraId="216F058D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12 974</w:t>
            </w:r>
          </w:p>
        </w:tc>
        <w:tc>
          <w:tcPr>
            <w:tcW w:w="714" w:type="dxa"/>
          </w:tcPr>
          <w:p w14:paraId="3B34BEA6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13 304</w:t>
            </w:r>
          </w:p>
        </w:tc>
        <w:tc>
          <w:tcPr>
            <w:tcW w:w="715" w:type="dxa"/>
          </w:tcPr>
          <w:p w14:paraId="7182CAA2" w14:textId="77777777" w:rsidR="009E2B76" w:rsidRPr="00545510" w:rsidRDefault="00E45F92" w:rsidP="005455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545510">
              <w:rPr>
                <w:rFonts w:ascii="Times New Roman" w:hAnsi="Times New Roman" w:cs="Times New Roman"/>
                <w:sz w:val="16"/>
                <w:szCs w:val="16"/>
              </w:rPr>
              <w:t>13 634</w:t>
            </w:r>
          </w:p>
        </w:tc>
      </w:tr>
    </w:tbl>
    <w:p w14:paraId="6075A3C4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8075B43" w14:textId="77777777" w:rsidR="000F74ED" w:rsidRPr="003919FA" w:rsidRDefault="000F74ED" w:rsidP="000F74E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по Стандарту МСФО 16 на весь срок договора по годам</w:t>
      </w:r>
      <w:r w:rsidRPr="003919FA">
        <w:rPr>
          <w:rFonts w:ascii="Times New Roman" w:hAnsi="Times New Roman" w:cs="Times New Roman"/>
          <w:b/>
          <w:sz w:val="24"/>
          <w:szCs w:val="24"/>
        </w:rPr>
        <w:t>:</w:t>
      </w:r>
    </w:p>
    <w:p w14:paraId="2989A039" w14:textId="4F80E228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2286"/>
        <w:gridCol w:w="1256"/>
        <w:gridCol w:w="1343"/>
        <w:gridCol w:w="1341"/>
        <w:gridCol w:w="1282"/>
        <w:gridCol w:w="1134"/>
        <w:gridCol w:w="992"/>
      </w:tblGrid>
      <w:tr w:rsidR="009E2B76" w:rsidRPr="003919FA" w14:paraId="09B64B26" w14:textId="77777777" w:rsidTr="009E2B76">
        <w:tc>
          <w:tcPr>
            <w:tcW w:w="9634" w:type="dxa"/>
            <w:gridSpan w:val="7"/>
          </w:tcPr>
          <w:p w14:paraId="3438FFB3" w14:textId="77777777" w:rsidR="009E2B76" w:rsidRPr="003919FA" w:rsidRDefault="009E2B76" w:rsidP="00346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9FA">
              <w:rPr>
                <w:rFonts w:ascii="Times New Roman" w:hAnsi="Times New Roman" w:cs="Times New Roman"/>
                <w:b/>
                <w:sz w:val="24"/>
                <w:szCs w:val="24"/>
              </w:rPr>
              <w:t>Расчет по 4028-У при применении МСФО</w:t>
            </w:r>
            <w:r w:rsidR="00E45F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19FA">
              <w:rPr>
                <w:rFonts w:ascii="Times New Roman" w:hAnsi="Times New Roman" w:cs="Times New Roman"/>
                <w:b/>
                <w:sz w:val="24"/>
                <w:szCs w:val="24"/>
              </w:rPr>
              <w:t>16 за 2018 и в случае принятия к расчету по 4028-У разницы актива и пассива по учету аренды</w:t>
            </w:r>
          </w:p>
        </w:tc>
      </w:tr>
      <w:tr w:rsidR="009E2B76" w:rsidRPr="003919FA" w14:paraId="0620FDF8" w14:textId="77777777" w:rsidTr="00D25945">
        <w:tc>
          <w:tcPr>
            <w:tcW w:w="2286" w:type="dxa"/>
          </w:tcPr>
          <w:p w14:paraId="316DB17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1256" w:type="dxa"/>
          </w:tcPr>
          <w:p w14:paraId="583E191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31.12.2016</w:t>
            </w:r>
          </w:p>
        </w:tc>
        <w:tc>
          <w:tcPr>
            <w:tcW w:w="1343" w:type="dxa"/>
          </w:tcPr>
          <w:p w14:paraId="61547E2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31.12.2017</w:t>
            </w:r>
          </w:p>
        </w:tc>
        <w:tc>
          <w:tcPr>
            <w:tcW w:w="1341" w:type="dxa"/>
          </w:tcPr>
          <w:p w14:paraId="0178D4B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на 31.12.18</w:t>
            </w:r>
          </w:p>
        </w:tc>
        <w:tc>
          <w:tcPr>
            <w:tcW w:w="1282" w:type="dxa"/>
          </w:tcPr>
          <w:p w14:paraId="1384766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на 31.12.19</w:t>
            </w:r>
          </w:p>
        </w:tc>
        <w:tc>
          <w:tcPr>
            <w:tcW w:w="1134" w:type="dxa"/>
          </w:tcPr>
          <w:p w14:paraId="5BBFEB3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на 31.12.20</w:t>
            </w:r>
          </w:p>
        </w:tc>
        <w:tc>
          <w:tcPr>
            <w:tcW w:w="992" w:type="dxa"/>
          </w:tcPr>
          <w:p w14:paraId="6CAEB9F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на 31.12.21</w:t>
            </w:r>
          </w:p>
        </w:tc>
      </w:tr>
      <w:tr w:rsidR="009E2B76" w:rsidRPr="003919FA" w14:paraId="2779C7D8" w14:textId="77777777" w:rsidTr="00D25945">
        <w:tc>
          <w:tcPr>
            <w:tcW w:w="2286" w:type="dxa"/>
          </w:tcPr>
          <w:p w14:paraId="3ABBC04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256" w:type="dxa"/>
          </w:tcPr>
          <w:p w14:paraId="4FCC2B9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1510</w:t>
            </w:r>
          </w:p>
        </w:tc>
        <w:tc>
          <w:tcPr>
            <w:tcW w:w="1343" w:type="dxa"/>
          </w:tcPr>
          <w:p w14:paraId="66B080B0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1510</w:t>
            </w:r>
          </w:p>
        </w:tc>
        <w:tc>
          <w:tcPr>
            <w:tcW w:w="1341" w:type="dxa"/>
          </w:tcPr>
          <w:p w14:paraId="1C45DB6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1282" w:type="dxa"/>
          </w:tcPr>
          <w:p w14:paraId="3EFF7EE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1134" w:type="dxa"/>
          </w:tcPr>
          <w:p w14:paraId="6AB40E0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992" w:type="dxa"/>
          </w:tcPr>
          <w:p w14:paraId="188AFF8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</w:tr>
      <w:tr w:rsidR="009E2B76" w:rsidRPr="003919FA" w14:paraId="73E1B688" w14:textId="77777777" w:rsidTr="00D25945">
        <w:tc>
          <w:tcPr>
            <w:tcW w:w="2286" w:type="dxa"/>
          </w:tcPr>
          <w:p w14:paraId="05F46F3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Право пользования помещением</w:t>
            </w:r>
          </w:p>
        </w:tc>
        <w:tc>
          <w:tcPr>
            <w:tcW w:w="1256" w:type="dxa"/>
          </w:tcPr>
          <w:p w14:paraId="0D5BE20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67393</w:t>
            </w:r>
          </w:p>
        </w:tc>
        <w:tc>
          <w:tcPr>
            <w:tcW w:w="1343" w:type="dxa"/>
          </w:tcPr>
          <w:p w14:paraId="18FB1E3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55844</w:t>
            </w:r>
          </w:p>
        </w:tc>
        <w:tc>
          <w:tcPr>
            <w:tcW w:w="1341" w:type="dxa"/>
          </w:tcPr>
          <w:p w14:paraId="74C28DC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44296</w:t>
            </w:r>
          </w:p>
        </w:tc>
        <w:tc>
          <w:tcPr>
            <w:tcW w:w="1282" w:type="dxa"/>
          </w:tcPr>
          <w:p w14:paraId="66C6D44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32747</w:t>
            </w:r>
          </w:p>
        </w:tc>
        <w:tc>
          <w:tcPr>
            <w:tcW w:w="1134" w:type="dxa"/>
          </w:tcPr>
          <w:p w14:paraId="74CB7E4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21167</w:t>
            </w:r>
          </w:p>
        </w:tc>
        <w:tc>
          <w:tcPr>
            <w:tcW w:w="992" w:type="dxa"/>
          </w:tcPr>
          <w:p w14:paraId="3DB8C170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9619</w:t>
            </w:r>
          </w:p>
        </w:tc>
      </w:tr>
      <w:tr w:rsidR="009E2B76" w:rsidRPr="003919FA" w14:paraId="422DC8C4" w14:textId="77777777" w:rsidTr="00D25945">
        <w:tc>
          <w:tcPr>
            <w:tcW w:w="2286" w:type="dxa"/>
          </w:tcPr>
          <w:p w14:paraId="35247F3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Амортизация актива</w:t>
            </w:r>
          </w:p>
        </w:tc>
        <w:tc>
          <w:tcPr>
            <w:tcW w:w="1256" w:type="dxa"/>
          </w:tcPr>
          <w:p w14:paraId="5431F62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6739</w:t>
            </w:r>
          </w:p>
        </w:tc>
        <w:tc>
          <w:tcPr>
            <w:tcW w:w="1343" w:type="dxa"/>
          </w:tcPr>
          <w:p w14:paraId="1BBC98A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11549</w:t>
            </w:r>
          </w:p>
        </w:tc>
        <w:tc>
          <w:tcPr>
            <w:tcW w:w="1341" w:type="dxa"/>
          </w:tcPr>
          <w:p w14:paraId="2D38DC6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11549</w:t>
            </w:r>
          </w:p>
        </w:tc>
        <w:tc>
          <w:tcPr>
            <w:tcW w:w="1282" w:type="dxa"/>
          </w:tcPr>
          <w:p w14:paraId="796CAC9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11549</w:t>
            </w:r>
          </w:p>
        </w:tc>
        <w:tc>
          <w:tcPr>
            <w:tcW w:w="1134" w:type="dxa"/>
          </w:tcPr>
          <w:p w14:paraId="592708A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11580</w:t>
            </w:r>
          </w:p>
        </w:tc>
        <w:tc>
          <w:tcPr>
            <w:tcW w:w="992" w:type="dxa"/>
          </w:tcPr>
          <w:p w14:paraId="4983039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11549</w:t>
            </w:r>
          </w:p>
        </w:tc>
      </w:tr>
      <w:tr w:rsidR="009E2B76" w:rsidRPr="003919FA" w14:paraId="273B5AC7" w14:textId="77777777" w:rsidTr="00D25945">
        <w:tc>
          <w:tcPr>
            <w:tcW w:w="2286" w:type="dxa"/>
          </w:tcPr>
          <w:p w14:paraId="717BEC4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1256" w:type="dxa"/>
          </w:tcPr>
          <w:p w14:paraId="3A24614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71240</w:t>
            </w:r>
          </w:p>
        </w:tc>
        <w:tc>
          <w:tcPr>
            <w:tcW w:w="1343" w:type="dxa"/>
          </w:tcPr>
          <w:p w14:paraId="20B4691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65516</w:t>
            </w:r>
          </w:p>
        </w:tc>
        <w:tc>
          <w:tcPr>
            <w:tcW w:w="1341" w:type="dxa"/>
          </w:tcPr>
          <w:p w14:paraId="4431373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57930</w:t>
            </w:r>
          </w:p>
        </w:tc>
        <w:tc>
          <w:tcPr>
            <w:tcW w:w="1282" w:type="dxa"/>
          </w:tcPr>
          <w:p w14:paraId="2F20A70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47095</w:t>
            </w:r>
          </w:p>
        </w:tc>
        <w:tc>
          <w:tcPr>
            <w:tcW w:w="1134" w:type="dxa"/>
          </w:tcPr>
          <w:p w14:paraId="12B4942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33334</w:t>
            </w:r>
          </w:p>
        </w:tc>
        <w:tc>
          <w:tcPr>
            <w:tcW w:w="992" w:type="dxa"/>
          </w:tcPr>
          <w:p w14:paraId="34A4897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15890</w:t>
            </w:r>
          </w:p>
        </w:tc>
      </w:tr>
      <w:tr w:rsidR="009E2B76" w:rsidRPr="003919FA" w14:paraId="7FE76FBC" w14:textId="77777777" w:rsidTr="00D25945">
        <w:tc>
          <w:tcPr>
            <w:tcW w:w="2286" w:type="dxa"/>
          </w:tcPr>
          <w:p w14:paraId="2B163A05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1256" w:type="dxa"/>
          </w:tcPr>
          <w:p w14:paraId="0EBC8E5D" w14:textId="4D4515F2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3847</w:t>
            </w:r>
          </w:p>
        </w:tc>
        <w:tc>
          <w:tcPr>
            <w:tcW w:w="1343" w:type="dxa"/>
          </w:tcPr>
          <w:p w14:paraId="72AE3044" w14:textId="6E67C173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9672</w:t>
            </w:r>
          </w:p>
        </w:tc>
        <w:tc>
          <w:tcPr>
            <w:tcW w:w="1341" w:type="dxa"/>
          </w:tcPr>
          <w:p w14:paraId="1F7EA088" w14:textId="1D753F22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13634</w:t>
            </w:r>
          </w:p>
        </w:tc>
        <w:tc>
          <w:tcPr>
            <w:tcW w:w="1282" w:type="dxa"/>
          </w:tcPr>
          <w:p w14:paraId="57E156C0" w14:textId="3603B3A0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14348</w:t>
            </w:r>
          </w:p>
        </w:tc>
        <w:tc>
          <w:tcPr>
            <w:tcW w:w="1134" w:type="dxa"/>
          </w:tcPr>
          <w:p w14:paraId="7AC9D951" w14:textId="470EC469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12167</w:t>
            </w:r>
          </w:p>
        </w:tc>
        <w:tc>
          <w:tcPr>
            <w:tcW w:w="992" w:type="dxa"/>
          </w:tcPr>
          <w:p w14:paraId="2CA2E2E7" w14:textId="1C91CE55" w:rsidR="009E2B76" w:rsidRPr="00346603" w:rsidRDefault="000F74ED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6271</w:t>
            </w:r>
          </w:p>
        </w:tc>
      </w:tr>
    </w:tbl>
    <w:p w14:paraId="6CB68BDC" w14:textId="77777777" w:rsidR="009E2B76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00C4A6D" w14:textId="0A0E7FC3" w:rsidR="000E1601" w:rsidRPr="00F772B7" w:rsidRDefault="000E1601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t xml:space="preserve">В расчете нагрузки на капитал при применении стандарта МСФО17 эффект каждого месяца и года отсутствовал. </w:t>
      </w:r>
    </w:p>
    <w:p w14:paraId="32901FF9" w14:textId="7800B690" w:rsidR="000E1601" w:rsidRPr="00F772B7" w:rsidRDefault="000E1601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2B7">
        <w:rPr>
          <w:rFonts w:ascii="Times New Roman" w:hAnsi="Times New Roman" w:cs="Times New Roman"/>
          <w:sz w:val="24"/>
          <w:szCs w:val="24"/>
        </w:rPr>
        <w:t xml:space="preserve">По данному договору </w:t>
      </w:r>
      <w:r w:rsidR="000F74ED" w:rsidRPr="00F772B7">
        <w:rPr>
          <w:rFonts w:ascii="Times New Roman" w:hAnsi="Times New Roman" w:cs="Times New Roman"/>
          <w:sz w:val="24"/>
          <w:szCs w:val="24"/>
        </w:rPr>
        <w:t>эффект на собственные средства при расчете по стандарту МСФО16</w:t>
      </w:r>
      <w:r w:rsidRPr="00F772B7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0F74ED" w:rsidRPr="00F772B7">
        <w:rPr>
          <w:rFonts w:ascii="Times New Roman" w:hAnsi="Times New Roman" w:cs="Times New Roman"/>
          <w:sz w:val="24"/>
          <w:szCs w:val="24"/>
        </w:rPr>
        <w:t>,</w:t>
      </w:r>
      <w:r w:rsidRPr="00F772B7">
        <w:rPr>
          <w:rFonts w:ascii="Times New Roman" w:hAnsi="Times New Roman" w:cs="Times New Roman"/>
          <w:sz w:val="24"/>
          <w:szCs w:val="24"/>
        </w:rPr>
        <w:t xml:space="preserve"> чем дисконтированный поток по ГК РФ.</w:t>
      </w:r>
      <w:r w:rsidR="002510A1" w:rsidRPr="00F772B7">
        <w:rPr>
          <w:rFonts w:ascii="Times New Roman" w:hAnsi="Times New Roman" w:cs="Times New Roman"/>
          <w:sz w:val="24"/>
          <w:szCs w:val="24"/>
        </w:rPr>
        <w:t xml:space="preserve"> </w:t>
      </w:r>
      <w:r w:rsidRPr="00F772B7">
        <w:rPr>
          <w:rFonts w:ascii="Times New Roman" w:hAnsi="Times New Roman" w:cs="Times New Roman"/>
          <w:sz w:val="24"/>
          <w:szCs w:val="24"/>
        </w:rPr>
        <w:t xml:space="preserve">При применении в расчете по 4028-У расчета эффект на </w:t>
      </w:r>
      <w:r w:rsidR="000F74ED" w:rsidRPr="00F772B7">
        <w:rPr>
          <w:rFonts w:ascii="Times New Roman" w:hAnsi="Times New Roman" w:cs="Times New Roman"/>
          <w:sz w:val="24"/>
          <w:szCs w:val="24"/>
        </w:rPr>
        <w:t xml:space="preserve">собственные средства </w:t>
      </w:r>
      <w:r w:rsidRPr="00F772B7">
        <w:rPr>
          <w:rFonts w:ascii="Times New Roman" w:hAnsi="Times New Roman" w:cs="Times New Roman"/>
          <w:sz w:val="24"/>
          <w:szCs w:val="24"/>
        </w:rPr>
        <w:t xml:space="preserve">в трактовке стандарта МСФО16 не всегда </w:t>
      </w:r>
      <w:r w:rsidR="000F74ED" w:rsidRPr="00F772B7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F772B7">
        <w:rPr>
          <w:rFonts w:ascii="Times New Roman" w:hAnsi="Times New Roman" w:cs="Times New Roman"/>
          <w:sz w:val="24"/>
          <w:szCs w:val="24"/>
        </w:rPr>
        <w:t>согласовываться с обязательствами по ГК РФ.</w:t>
      </w:r>
      <w:r w:rsidR="002510A1" w:rsidRPr="00F772B7">
        <w:rPr>
          <w:rFonts w:ascii="Times New Roman" w:hAnsi="Times New Roman" w:cs="Times New Roman"/>
          <w:sz w:val="24"/>
          <w:szCs w:val="24"/>
        </w:rPr>
        <w:t xml:space="preserve"> </w:t>
      </w:r>
      <w:r w:rsidRPr="00F772B7">
        <w:rPr>
          <w:rFonts w:ascii="Times New Roman" w:hAnsi="Times New Roman" w:cs="Times New Roman"/>
          <w:sz w:val="24"/>
          <w:szCs w:val="24"/>
        </w:rPr>
        <w:t>В предыдущем договоре объяснения приведены с целью показать, что при таком методе расчета нагрузка на капитал</w:t>
      </w:r>
      <w:r w:rsidR="000F74ED" w:rsidRPr="00F772B7">
        <w:rPr>
          <w:rFonts w:ascii="Times New Roman" w:hAnsi="Times New Roman" w:cs="Times New Roman"/>
          <w:sz w:val="24"/>
          <w:szCs w:val="24"/>
        </w:rPr>
        <w:t xml:space="preserve"> (эффект на собственные средства)</w:t>
      </w:r>
      <w:r w:rsidRPr="00F772B7">
        <w:rPr>
          <w:rFonts w:ascii="Times New Roman" w:hAnsi="Times New Roman" w:cs="Times New Roman"/>
          <w:sz w:val="24"/>
          <w:szCs w:val="24"/>
        </w:rPr>
        <w:t xml:space="preserve"> будет достаточно справедлива для данного крупного договора. Несмотря</w:t>
      </w:r>
      <w:r w:rsidR="002510A1" w:rsidRPr="00F772B7">
        <w:rPr>
          <w:rFonts w:ascii="Times New Roman" w:hAnsi="Times New Roman" w:cs="Times New Roman"/>
          <w:sz w:val="24"/>
          <w:szCs w:val="24"/>
        </w:rPr>
        <w:t xml:space="preserve"> </w:t>
      </w:r>
      <w:r w:rsidRPr="00F772B7">
        <w:rPr>
          <w:rFonts w:ascii="Times New Roman" w:hAnsi="Times New Roman" w:cs="Times New Roman"/>
          <w:sz w:val="24"/>
          <w:szCs w:val="24"/>
        </w:rPr>
        <w:t>на это, в остальных случаях, когда обязательства по выезду составляют от одного до нескольких месяцев согласно стандартной рыночной практике, расчет по 4028-У в трактовке МСФО16 будет выше, но не ниже обязательств по ГК РФ, и нагрузка на капитал будет покрывать обозримый отчетный период при отсутствии намерений выезда.</w:t>
      </w:r>
    </w:p>
    <w:p w14:paraId="5E276E45" w14:textId="53F0B8B1" w:rsidR="000E1601" w:rsidRPr="00F772B7" w:rsidRDefault="000E160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4EA41F4" w14:textId="77777777" w:rsidR="00F772B7" w:rsidRDefault="00F772B7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FC1DA1F" w14:textId="56495B25" w:rsidR="009E2B76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 xml:space="preserve">На примере договоров АО </w:t>
      </w:r>
      <w:r w:rsidR="00346603">
        <w:rPr>
          <w:rFonts w:ascii="Times New Roman" w:hAnsi="Times New Roman" w:cs="Times New Roman"/>
          <w:b/>
          <w:sz w:val="24"/>
          <w:szCs w:val="24"/>
        </w:rPr>
        <w:t>«</w:t>
      </w:r>
      <w:r w:rsidRPr="003919FA">
        <w:rPr>
          <w:rFonts w:ascii="Times New Roman" w:hAnsi="Times New Roman" w:cs="Times New Roman"/>
          <w:b/>
          <w:sz w:val="24"/>
          <w:szCs w:val="24"/>
        </w:rPr>
        <w:t xml:space="preserve">НПФ </w:t>
      </w:r>
      <w:r w:rsidR="00346603">
        <w:rPr>
          <w:rFonts w:ascii="Times New Roman" w:hAnsi="Times New Roman" w:cs="Times New Roman"/>
          <w:b/>
          <w:sz w:val="24"/>
          <w:szCs w:val="24"/>
        </w:rPr>
        <w:t>«</w:t>
      </w:r>
      <w:r w:rsidRPr="003919FA">
        <w:rPr>
          <w:rFonts w:ascii="Times New Roman" w:hAnsi="Times New Roman" w:cs="Times New Roman"/>
          <w:b/>
          <w:sz w:val="24"/>
          <w:szCs w:val="24"/>
        </w:rPr>
        <w:t>Открытие</w:t>
      </w:r>
      <w:r w:rsidR="00346603">
        <w:rPr>
          <w:rFonts w:ascii="Times New Roman" w:hAnsi="Times New Roman" w:cs="Times New Roman"/>
          <w:b/>
          <w:sz w:val="24"/>
          <w:szCs w:val="24"/>
        </w:rPr>
        <w:t>»</w:t>
      </w:r>
      <w:r w:rsidRPr="003919FA">
        <w:rPr>
          <w:rFonts w:ascii="Times New Roman" w:hAnsi="Times New Roman" w:cs="Times New Roman"/>
          <w:b/>
          <w:sz w:val="24"/>
          <w:szCs w:val="24"/>
        </w:rPr>
        <w:t>:</w:t>
      </w:r>
    </w:p>
    <w:p w14:paraId="573A8B0F" w14:textId="77777777" w:rsidR="00966753" w:rsidRPr="003919FA" w:rsidRDefault="00966753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D9D0B8" w14:textId="77777777" w:rsidR="009E2B76" w:rsidRPr="003919FA" w:rsidRDefault="009E2B76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>Условия расчета по договору: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8959"/>
      </w:tblGrid>
      <w:tr w:rsidR="009E2B76" w:rsidRPr="003919FA" w14:paraId="3EFC3A05" w14:textId="77777777" w:rsidTr="0099121C">
        <w:trPr>
          <w:trHeight w:val="300"/>
        </w:trPr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0D9E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Бессрочный договор от 14.10.2015, стратегия развития не предполагает расторжение договора ранее 31.12.2021г.</w:t>
            </w:r>
          </w:p>
        </w:tc>
      </w:tr>
      <w:tr w:rsidR="009E2B76" w:rsidRPr="003919FA" w14:paraId="5FD3241C" w14:textId="77777777" w:rsidTr="0099121C">
        <w:trPr>
          <w:trHeight w:val="300"/>
        </w:trPr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A090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Обеспечительный платеж - 5 117 880 руб. (не учитывался в расчетах)</w:t>
            </w:r>
            <w:r w:rsidR="00E45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2FEB0D7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оплаты - предоплата за месяц ежемесячного расхода</w:t>
            </w:r>
            <w:r w:rsidR="00E45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E2B76" w:rsidRPr="003919FA" w14:paraId="75EB5C05" w14:textId="77777777" w:rsidTr="0099121C">
        <w:trPr>
          <w:trHeight w:val="300"/>
        </w:trPr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379D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штрафов за досрочное расторжение, уведомление за 3 месяца до выезда</w:t>
            </w:r>
            <w:r w:rsidR="00E45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E2B76" w:rsidRPr="003919FA" w14:paraId="10B31F77" w14:textId="77777777" w:rsidTr="0099121C">
        <w:trPr>
          <w:trHeight w:val="300"/>
        </w:trPr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631C9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Ставка заемных средств – 17,32%</w:t>
            </w:r>
            <w:r w:rsidR="00E45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720E387" w14:textId="77777777" w:rsidR="009E2B76" w:rsidRPr="003919FA" w:rsidRDefault="00E45F92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аренды </w:t>
            </w:r>
            <w:r w:rsidR="009E2B76"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2841,1 кв. метров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3C5A761" w14:textId="77777777" w:rsidR="009E2B76" w:rsidRPr="003919FA" w:rsidRDefault="009E2B76" w:rsidP="00346603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НДС </w:t>
            </w:r>
            <w:r w:rsidR="00E45F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 в стоимость аренды в соответствии со ст. 170 НК РФ.</w:t>
            </w:r>
          </w:p>
        </w:tc>
      </w:tr>
    </w:tbl>
    <w:p w14:paraId="44666BA7" w14:textId="77777777" w:rsidR="003705EF" w:rsidRPr="003919FA" w:rsidRDefault="003705EF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88B5535" w14:textId="1D10F89B" w:rsidR="009E2B76" w:rsidRPr="003919FA" w:rsidRDefault="00F772B7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Влияние на размер </w:t>
      </w:r>
      <w:r w:rsidR="00E45F92">
        <w:rPr>
          <w:rFonts w:ascii="Times New Roman" w:hAnsi="Times New Roman" w:cs="Times New Roman"/>
          <w:b/>
          <w:sz w:val="24"/>
          <w:szCs w:val="24"/>
        </w:rPr>
        <w:t>собственны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="00E45F92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2018 г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стандарта МСФО</w:t>
      </w:r>
      <w:r w:rsidR="00E45F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5F92" w:rsidRPr="00D25945">
        <w:rPr>
          <w:rFonts w:ascii="Times New Roman" w:hAnsi="Times New Roman" w:cs="Times New Roman"/>
          <w:sz w:val="24"/>
          <w:szCs w:val="24"/>
        </w:rPr>
        <w:t>в тыс. руб.</w:t>
      </w:r>
      <w:r w:rsidR="009E2B76" w:rsidRPr="00D2594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9911" w:type="dxa"/>
        <w:tblLayout w:type="fixed"/>
        <w:tblLook w:val="04A0" w:firstRow="1" w:lastRow="0" w:firstColumn="1" w:lastColumn="0" w:noHBand="0" w:noVBand="1"/>
      </w:tblPr>
      <w:tblGrid>
        <w:gridCol w:w="1129"/>
        <w:gridCol w:w="731"/>
        <w:gridCol w:w="732"/>
        <w:gridCol w:w="732"/>
        <w:gridCol w:w="732"/>
        <w:gridCol w:w="732"/>
        <w:gridCol w:w="732"/>
        <w:gridCol w:w="731"/>
        <w:gridCol w:w="732"/>
        <w:gridCol w:w="732"/>
        <w:gridCol w:w="732"/>
        <w:gridCol w:w="732"/>
        <w:gridCol w:w="732"/>
      </w:tblGrid>
      <w:tr w:rsidR="00346603" w:rsidRPr="003919FA" w14:paraId="0B39CBE9" w14:textId="77777777" w:rsidTr="00346603">
        <w:trPr>
          <w:trHeight w:val="943"/>
        </w:trPr>
        <w:tc>
          <w:tcPr>
            <w:tcW w:w="1129" w:type="dxa"/>
          </w:tcPr>
          <w:p w14:paraId="1450D10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31" w:type="dxa"/>
          </w:tcPr>
          <w:p w14:paraId="7B7006A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32" w:type="dxa"/>
          </w:tcPr>
          <w:p w14:paraId="13BB4FD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32" w:type="dxa"/>
          </w:tcPr>
          <w:p w14:paraId="13F1CC3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2" w:type="dxa"/>
          </w:tcPr>
          <w:p w14:paraId="3E32F6F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32" w:type="dxa"/>
          </w:tcPr>
          <w:p w14:paraId="443893E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32" w:type="dxa"/>
          </w:tcPr>
          <w:p w14:paraId="498E032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31" w:type="dxa"/>
          </w:tcPr>
          <w:p w14:paraId="681B653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32" w:type="dxa"/>
          </w:tcPr>
          <w:p w14:paraId="7E064FA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32" w:type="dxa"/>
          </w:tcPr>
          <w:p w14:paraId="532AE31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32" w:type="dxa"/>
          </w:tcPr>
          <w:p w14:paraId="2F566AA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32" w:type="dxa"/>
          </w:tcPr>
          <w:p w14:paraId="21457FB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732" w:type="dxa"/>
          </w:tcPr>
          <w:p w14:paraId="0240CE5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346603" w:rsidRPr="003919FA" w14:paraId="1D2F689F" w14:textId="77777777" w:rsidTr="00346603">
        <w:trPr>
          <w:trHeight w:val="478"/>
        </w:trPr>
        <w:tc>
          <w:tcPr>
            <w:tcW w:w="1129" w:type="dxa"/>
          </w:tcPr>
          <w:p w14:paraId="4350625E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7DDA8DDF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задолженность</w:t>
            </w:r>
          </w:p>
        </w:tc>
        <w:tc>
          <w:tcPr>
            <w:tcW w:w="731" w:type="dxa"/>
          </w:tcPr>
          <w:p w14:paraId="44819DD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14EC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732" w:type="dxa"/>
          </w:tcPr>
          <w:p w14:paraId="5088AE1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B9B3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732" w:type="dxa"/>
          </w:tcPr>
          <w:p w14:paraId="54CE9EA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8D79E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732" w:type="dxa"/>
          </w:tcPr>
          <w:p w14:paraId="09647A4E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4B4C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6100</w:t>
            </w:r>
          </w:p>
        </w:tc>
        <w:tc>
          <w:tcPr>
            <w:tcW w:w="732" w:type="dxa"/>
          </w:tcPr>
          <w:p w14:paraId="2587800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812B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6100</w:t>
            </w:r>
          </w:p>
        </w:tc>
        <w:tc>
          <w:tcPr>
            <w:tcW w:w="732" w:type="dxa"/>
          </w:tcPr>
          <w:p w14:paraId="1A02E5D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7A65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6100</w:t>
            </w:r>
          </w:p>
        </w:tc>
        <w:tc>
          <w:tcPr>
            <w:tcW w:w="731" w:type="dxa"/>
          </w:tcPr>
          <w:p w14:paraId="7DF55DE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F476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6129</w:t>
            </w:r>
          </w:p>
        </w:tc>
        <w:tc>
          <w:tcPr>
            <w:tcW w:w="732" w:type="dxa"/>
          </w:tcPr>
          <w:p w14:paraId="5002D29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6EAF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6129</w:t>
            </w:r>
          </w:p>
        </w:tc>
        <w:tc>
          <w:tcPr>
            <w:tcW w:w="732" w:type="dxa"/>
          </w:tcPr>
          <w:p w14:paraId="7C7FD67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3BF4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6417</w:t>
            </w:r>
          </w:p>
        </w:tc>
        <w:tc>
          <w:tcPr>
            <w:tcW w:w="732" w:type="dxa"/>
          </w:tcPr>
          <w:p w14:paraId="5ADD6F5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53C1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6585</w:t>
            </w:r>
          </w:p>
        </w:tc>
        <w:tc>
          <w:tcPr>
            <w:tcW w:w="732" w:type="dxa"/>
          </w:tcPr>
          <w:p w14:paraId="6FDE1B6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D7C4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5849</w:t>
            </w:r>
          </w:p>
        </w:tc>
        <w:tc>
          <w:tcPr>
            <w:tcW w:w="732" w:type="dxa"/>
          </w:tcPr>
          <w:p w14:paraId="0424BAF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6023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5744</w:t>
            </w:r>
          </w:p>
        </w:tc>
      </w:tr>
      <w:tr w:rsidR="00346603" w:rsidRPr="003919FA" w14:paraId="607A33C5" w14:textId="77777777" w:rsidTr="00346603">
        <w:trPr>
          <w:trHeight w:val="464"/>
        </w:trPr>
        <w:tc>
          <w:tcPr>
            <w:tcW w:w="1129" w:type="dxa"/>
          </w:tcPr>
          <w:p w14:paraId="3ECD6C8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Кредиторская</w:t>
            </w:r>
          </w:p>
          <w:p w14:paraId="69C9964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задолженности</w:t>
            </w:r>
          </w:p>
        </w:tc>
        <w:tc>
          <w:tcPr>
            <w:tcW w:w="731" w:type="dxa"/>
          </w:tcPr>
          <w:p w14:paraId="7596880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CEF1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5E9C7BD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82CC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4FEA3B7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8ED8B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53BDE41B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4CE4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02C9636A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79E2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707AB39A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91AB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1" w:type="dxa"/>
          </w:tcPr>
          <w:p w14:paraId="4591E55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75FA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60BD032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EAA3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6F44B88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8D86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6341F57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2326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5C04ED1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86A7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11E837C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0DF7B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6603" w:rsidRPr="003919FA" w14:paraId="4F717437" w14:textId="77777777" w:rsidTr="00346603">
        <w:trPr>
          <w:trHeight w:val="464"/>
        </w:trPr>
        <w:tc>
          <w:tcPr>
            <w:tcW w:w="1129" w:type="dxa"/>
          </w:tcPr>
          <w:p w14:paraId="4B20EE59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731" w:type="dxa"/>
          </w:tcPr>
          <w:p w14:paraId="4964A7B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414F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2724312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D6EB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110D575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D98C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1B3AC5CA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C2926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1B773FDA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5E2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55FD840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E475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1" w:type="dxa"/>
          </w:tcPr>
          <w:p w14:paraId="13C4F10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ED05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216B61B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F6CBD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2C4B534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74CC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58D90A5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D9CB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1D2209C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DDBCFB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7EA7D10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B16A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843081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1912815" w14:textId="0495378D" w:rsidR="009E2B76" w:rsidRPr="00D25945" w:rsidRDefault="00F772B7" w:rsidP="0039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Влияние на размер собственных средств в 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>2018 г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E2B76" w:rsidRPr="003919FA">
        <w:rPr>
          <w:rFonts w:ascii="Times New Roman" w:hAnsi="Times New Roman" w:cs="Times New Roman"/>
          <w:b/>
          <w:sz w:val="24"/>
          <w:szCs w:val="24"/>
        </w:rPr>
        <w:t xml:space="preserve"> при применении стандарта МСФО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5F92" w:rsidRPr="00D25945">
        <w:rPr>
          <w:rFonts w:ascii="Times New Roman" w:hAnsi="Times New Roman" w:cs="Times New Roman"/>
          <w:sz w:val="24"/>
          <w:szCs w:val="24"/>
        </w:rPr>
        <w:t>в тыс. руб.</w:t>
      </w:r>
      <w:r w:rsidR="009E2B76" w:rsidRPr="00D2594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9911" w:type="dxa"/>
        <w:tblLayout w:type="fixed"/>
        <w:tblLook w:val="04A0" w:firstRow="1" w:lastRow="0" w:firstColumn="1" w:lastColumn="0" w:noHBand="0" w:noVBand="1"/>
      </w:tblPr>
      <w:tblGrid>
        <w:gridCol w:w="1239"/>
        <w:gridCol w:w="722"/>
        <w:gridCol w:w="723"/>
        <w:gridCol w:w="723"/>
        <w:gridCol w:w="722"/>
        <w:gridCol w:w="723"/>
        <w:gridCol w:w="723"/>
        <w:gridCol w:w="722"/>
        <w:gridCol w:w="723"/>
        <w:gridCol w:w="723"/>
        <w:gridCol w:w="722"/>
        <w:gridCol w:w="723"/>
        <w:gridCol w:w="723"/>
      </w:tblGrid>
      <w:tr w:rsidR="009E2B76" w:rsidRPr="003919FA" w14:paraId="110B7267" w14:textId="77777777" w:rsidTr="00346603">
        <w:trPr>
          <w:trHeight w:val="943"/>
        </w:trPr>
        <w:tc>
          <w:tcPr>
            <w:tcW w:w="1239" w:type="dxa"/>
          </w:tcPr>
          <w:p w14:paraId="18BB9A6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722" w:type="dxa"/>
          </w:tcPr>
          <w:p w14:paraId="7020178B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23" w:type="dxa"/>
          </w:tcPr>
          <w:p w14:paraId="1A34286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723" w:type="dxa"/>
          </w:tcPr>
          <w:p w14:paraId="5DFFE46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722" w:type="dxa"/>
          </w:tcPr>
          <w:p w14:paraId="3CE9C7C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723" w:type="dxa"/>
          </w:tcPr>
          <w:p w14:paraId="6FA1723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723" w:type="dxa"/>
          </w:tcPr>
          <w:p w14:paraId="1FA74A7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722" w:type="dxa"/>
          </w:tcPr>
          <w:p w14:paraId="6FDFE68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723" w:type="dxa"/>
          </w:tcPr>
          <w:p w14:paraId="7B9BD78E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723" w:type="dxa"/>
          </w:tcPr>
          <w:p w14:paraId="24A94F0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22" w:type="dxa"/>
          </w:tcPr>
          <w:p w14:paraId="0E48D34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23" w:type="dxa"/>
          </w:tcPr>
          <w:p w14:paraId="1ADDEC3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23" w:type="dxa"/>
          </w:tcPr>
          <w:p w14:paraId="4EBBADE8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</w:tr>
      <w:tr w:rsidR="009E2B76" w:rsidRPr="003919FA" w14:paraId="17C78F9E" w14:textId="77777777" w:rsidTr="00346603">
        <w:trPr>
          <w:trHeight w:val="478"/>
        </w:trPr>
        <w:tc>
          <w:tcPr>
            <w:tcW w:w="1239" w:type="dxa"/>
          </w:tcPr>
          <w:p w14:paraId="7F309A1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 xml:space="preserve">Дебиторская </w:t>
            </w:r>
          </w:p>
          <w:p w14:paraId="0693E81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задолженность</w:t>
            </w:r>
          </w:p>
        </w:tc>
        <w:tc>
          <w:tcPr>
            <w:tcW w:w="722" w:type="dxa"/>
          </w:tcPr>
          <w:p w14:paraId="733C0A94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5983</w:t>
            </w:r>
          </w:p>
        </w:tc>
        <w:tc>
          <w:tcPr>
            <w:tcW w:w="723" w:type="dxa"/>
          </w:tcPr>
          <w:p w14:paraId="616EC78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5983</w:t>
            </w:r>
          </w:p>
        </w:tc>
        <w:tc>
          <w:tcPr>
            <w:tcW w:w="723" w:type="dxa"/>
          </w:tcPr>
          <w:p w14:paraId="71E85D8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5983</w:t>
            </w:r>
          </w:p>
        </w:tc>
        <w:tc>
          <w:tcPr>
            <w:tcW w:w="722" w:type="dxa"/>
          </w:tcPr>
          <w:p w14:paraId="7A58F0B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723" w:type="dxa"/>
          </w:tcPr>
          <w:p w14:paraId="4116787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723" w:type="dxa"/>
          </w:tcPr>
          <w:p w14:paraId="16182FB2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722" w:type="dxa"/>
          </w:tcPr>
          <w:p w14:paraId="38EA779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6129</w:t>
            </w:r>
          </w:p>
        </w:tc>
        <w:tc>
          <w:tcPr>
            <w:tcW w:w="723" w:type="dxa"/>
          </w:tcPr>
          <w:p w14:paraId="15F9961F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6129</w:t>
            </w:r>
          </w:p>
        </w:tc>
        <w:tc>
          <w:tcPr>
            <w:tcW w:w="723" w:type="dxa"/>
          </w:tcPr>
          <w:p w14:paraId="2300EFB1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6417</w:t>
            </w:r>
          </w:p>
        </w:tc>
        <w:tc>
          <w:tcPr>
            <w:tcW w:w="722" w:type="dxa"/>
          </w:tcPr>
          <w:p w14:paraId="75F8174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6585</w:t>
            </w:r>
          </w:p>
        </w:tc>
        <w:tc>
          <w:tcPr>
            <w:tcW w:w="723" w:type="dxa"/>
          </w:tcPr>
          <w:p w14:paraId="49A16DDC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5849</w:t>
            </w:r>
          </w:p>
        </w:tc>
        <w:tc>
          <w:tcPr>
            <w:tcW w:w="723" w:type="dxa"/>
          </w:tcPr>
          <w:p w14:paraId="510068F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5744</w:t>
            </w:r>
          </w:p>
        </w:tc>
      </w:tr>
      <w:tr w:rsidR="009E2B76" w:rsidRPr="003919FA" w14:paraId="25AACA4C" w14:textId="77777777" w:rsidTr="00346603">
        <w:trPr>
          <w:trHeight w:val="478"/>
        </w:trPr>
        <w:tc>
          <w:tcPr>
            <w:tcW w:w="1239" w:type="dxa"/>
          </w:tcPr>
          <w:p w14:paraId="5DDD699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Право пользования</w:t>
            </w:r>
          </w:p>
          <w:p w14:paraId="1229248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помещением</w:t>
            </w:r>
          </w:p>
        </w:tc>
        <w:tc>
          <w:tcPr>
            <w:tcW w:w="722" w:type="dxa"/>
          </w:tcPr>
          <w:p w14:paraId="4F6BBC0A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205 104</w:t>
            </w:r>
          </w:p>
        </w:tc>
        <w:tc>
          <w:tcPr>
            <w:tcW w:w="723" w:type="dxa"/>
          </w:tcPr>
          <w:p w14:paraId="7319B9C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200 740</w:t>
            </w:r>
          </w:p>
        </w:tc>
        <w:tc>
          <w:tcPr>
            <w:tcW w:w="723" w:type="dxa"/>
          </w:tcPr>
          <w:p w14:paraId="3CF8E19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196376</w:t>
            </w:r>
          </w:p>
        </w:tc>
        <w:tc>
          <w:tcPr>
            <w:tcW w:w="722" w:type="dxa"/>
          </w:tcPr>
          <w:p w14:paraId="32F2E65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192012</w:t>
            </w:r>
          </w:p>
        </w:tc>
        <w:tc>
          <w:tcPr>
            <w:tcW w:w="723" w:type="dxa"/>
          </w:tcPr>
          <w:p w14:paraId="2B7AC5C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187648</w:t>
            </w:r>
          </w:p>
        </w:tc>
        <w:tc>
          <w:tcPr>
            <w:tcW w:w="723" w:type="dxa"/>
          </w:tcPr>
          <w:p w14:paraId="20027C6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183284</w:t>
            </w:r>
          </w:p>
        </w:tc>
        <w:tc>
          <w:tcPr>
            <w:tcW w:w="722" w:type="dxa"/>
          </w:tcPr>
          <w:p w14:paraId="1A6A25E0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178920</w:t>
            </w:r>
          </w:p>
        </w:tc>
        <w:tc>
          <w:tcPr>
            <w:tcW w:w="723" w:type="dxa"/>
          </w:tcPr>
          <w:p w14:paraId="753BC249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174556</w:t>
            </w:r>
          </w:p>
        </w:tc>
        <w:tc>
          <w:tcPr>
            <w:tcW w:w="723" w:type="dxa"/>
          </w:tcPr>
          <w:p w14:paraId="10996867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170192</w:t>
            </w:r>
          </w:p>
        </w:tc>
        <w:tc>
          <w:tcPr>
            <w:tcW w:w="722" w:type="dxa"/>
          </w:tcPr>
          <w:p w14:paraId="6846F0E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165828</w:t>
            </w:r>
          </w:p>
        </w:tc>
        <w:tc>
          <w:tcPr>
            <w:tcW w:w="723" w:type="dxa"/>
          </w:tcPr>
          <w:p w14:paraId="04941A85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161464</w:t>
            </w:r>
          </w:p>
        </w:tc>
        <w:tc>
          <w:tcPr>
            <w:tcW w:w="723" w:type="dxa"/>
          </w:tcPr>
          <w:p w14:paraId="40CA22EE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157101</w:t>
            </w:r>
          </w:p>
        </w:tc>
      </w:tr>
      <w:tr w:rsidR="009E2B76" w:rsidRPr="003919FA" w14:paraId="7AC7DE89" w14:textId="77777777" w:rsidTr="00346603">
        <w:trPr>
          <w:trHeight w:val="478"/>
        </w:trPr>
        <w:tc>
          <w:tcPr>
            <w:tcW w:w="1239" w:type="dxa"/>
          </w:tcPr>
          <w:p w14:paraId="241F842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Амортизация актива</w:t>
            </w:r>
          </w:p>
        </w:tc>
        <w:tc>
          <w:tcPr>
            <w:tcW w:w="722" w:type="dxa"/>
          </w:tcPr>
          <w:p w14:paraId="681E7F86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750F14F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5EA4270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2" w:type="dxa"/>
          </w:tcPr>
          <w:p w14:paraId="5A7A864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297DE48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5DB4D24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2" w:type="dxa"/>
          </w:tcPr>
          <w:p w14:paraId="7CF2DED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0C5B555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26E5BAD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2" w:type="dxa"/>
          </w:tcPr>
          <w:p w14:paraId="563E2BA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2A1D026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  <w:tc>
          <w:tcPr>
            <w:tcW w:w="723" w:type="dxa"/>
          </w:tcPr>
          <w:p w14:paraId="35F107E0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4364</w:t>
            </w:r>
          </w:p>
        </w:tc>
      </w:tr>
      <w:tr w:rsidR="009E2B76" w:rsidRPr="003919FA" w14:paraId="05D99167" w14:textId="77777777" w:rsidTr="00346603">
        <w:trPr>
          <w:trHeight w:val="478"/>
        </w:trPr>
        <w:tc>
          <w:tcPr>
            <w:tcW w:w="1239" w:type="dxa"/>
          </w:tcPr>
          <w:p w14:paraId="60B1168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722" w:type="dxa"/>
          </w:tcPr>
          <w:p w14:paraId="04B9C3C3" w14:textId="77777777" w:rsidR="009E2B76" w:rsidRPr="00346603" w:rsidRDefault="009E2B76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230481</w:t>
            </w:r>
          </w:p>
        </w:tc>
        <w:tc>
          <w:tcPr>
            <w:tcW w:w="723" w:type="dxa"/>
          </w:tcPr>
          <w:p w14:paraId="6597C25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226410</w:t>
            </w:r>
          </w:p>
        </w:tc>
        <w:tc>
          <w:tcPr>
            <w:tcW w:w="723" w:type="dxa"/>
          </w:tcPr>
          <w:p w14:paraId="0A076DC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222340</w:t>
            </w:r>
          </w:p>
        </w:tc>
        <w:tc>
          <w:tcPr>
            <w:tcW w:w="722" w:type="dxa"/>
          </w:tcPr>
          <w:p w14:paraId="5A0B53E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218269</w:t>
            </w:r>
          </w:p>
        </w:tc>
        <w:tc>
          <w:tcPr>
            <w:tcW w:w="723" w:type="dxa"/>
          </w:tcPr>
          <w:p w14:paraId="7F9E418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214198</w:t>
            </w:r>
          </w:p>
        </w:tc>
        <w:tc>
          <w:tcPr>
            <w:tcW w:w="723" w:type="dxa"/>
          </w:tcPr>
          <w:p w14:paraId="75456B0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210128</w:t>
            </w:r>
          </w:p>
        </w:tc>
        <w:tc>
          <w:tcPr>
            <w:tcW w:w="722" w:type="dxa"/>
          </w:tcPr>
          <w:p w14:paraId="0327DD5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206057</w:t>
            </w:r>
          </w:p>
        </w:tc>
        <w:tc>
          <w:tcPr>
            <w:tcW w:w="723" w:type="dxa"/>
          </w:tcPr>
          <w:p w14:paraId="2B63E8F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201987</w:t>
            </w:r>
          </w:p>
        </w:tc>
        <w:tc>
          <w:tcPr>
            <w:tcW w:w="723" w:type="dxa"/>
          </w:tcPr>
          <w:p w14:paraId="32ED1DB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197916</w:t>
            </w:r>
          </w:p>
        </w:tc>
        <w:tc>
          <w:tcPr>
            <w:tcW w:w="722" w:type="dxa"/>
          </w:tcPr>
          <w:p w14:paraId="4D99684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193845</w:t>
            </w:r>
          </w:p>
        </w:tc>
        <w:tc>
          <w:tcPr>
            <w:tcW w:w="723" w:type="dxa"/>
          </w:tcPr>
          <w:p w14:paraId="1142E04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189775</w:t>
            </w:r>
          </w:p>
        </w:tc>
        <w:tc>
          <w:tcPr>
            <w:tcW w:w="723" w:type="dxa"/>
          </w:tcPr>
          <w:p w14:paraId="4DA31E9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6603">
              <w:rPr>
                <w:rFonts w:ascii="Times New Roman" w:hAnsi="Times New Roman" w:cs="Times New Roman"/>
                <w:sz w:val="16"/>
                <w:szCs w:val="16"/>
              </w:rPr>
              <w:t>185704</w:t>
            </w:r>
          </w:p>
        </w:tc>
      </w:tr>
      <w:tr w:rsidR="009E2B76" w:rsidRPr="003919FA" w14:paraId="3FB861CC" w14:textId="77777777" w:rsidTr="00346603">
        <w:trPr>
          <w:trHeight w:val="464"/>
        </w:trPr>
        <w:tc>
          <w:tcPr>
            <w:tcW w:w="1239" w:type="dxa"/>
          </w:tcPr>
          <w:p w14:paraId="06ABCA47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722" w:type="dxa"/>
          </w:tcPr>
          <w:p w14:paraId="077BBF91" w14:textId="5ACBB904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25377</w:t>
            </w:r>
          </w:p>
        </w:tc>
        <w:tc>
          <w:tcPr>
            <w:tcW w:w="723" w:type="dxa"/>
          </w:tcPr>
          <w:p w14:paraId="3170D2E0" w14:textId="5485A4B2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25671</w:t>
            </w:r>
          </w:p>
        </w:tc>
        <w:tc>
          <w:tcPr>
            <w:tcW w:w="723" w:type="dxa"/>
          </w:tcPr>
          <w:p w14:paraId="5056B3DD" w14:textId="260C1D21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25964</w:t>
            </w:r>
          </w:p>
        </w:tc>
        <w:tc>
          <w:tcPr>
            <w:tcW w:w="722" w:type="dxa"/>
          </w:tcPr>
          <w:p w14:paraId="293F12FB" w14:textId="39C63402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26257</w:t>
            </w:r>
          </w:p>
        </w:tc>
        <w:tc>
          <w:tcPr>
            <w:tcW w:w="723" w:type="dxa"/>
          </w:tcPr>
          <w:p w14:paraId="73C7FE06" w14:textId="03C61356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26551</w:t>
            </w:r>
          </w:p>
        </w:tc>
        <w:tc>
          <w:tcPr>
            <w:tcW w:w="723" w:type="dxa"/>
          </w:tcPr>
          <w:p w14:paraId="5A691A06" w14:textId="60E07F37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26844</w:t>
            </w:r>
          </w:p>
        </w:tc>
        <w:tc>
          <w:tcPr>
            <w:tcW w:w="722" w:type="dxa"/>
          </w:tcPr>
          <w:p w14:paraId="0D183D1D" w14:textId="1F7D4AEE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27137</w:t>
            </w:r>
          </w:p>
        </w:tc>
        <w:tc>
          <w:tcPr>
            <w:tcW w:w="723" w:type="dxa"/>
          </w:tcPr>
          <w:p w14:paraId="75ED2858" w14:textId="24B06028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27430</w:t>
            </w:r>
          </w:p>
        </w:tc>
        <w:tc>
          <w:tcPr>
            <w:tcW w:w="723" w:type="dxa"/>
          </w:tcPr>
          <w:p w14:paraId="2631BB9F" w14:textId="1D65B440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27724</w:t>
            </w:r>
          </w:p>
        </w:tc>
        <w:tc>
          <w:tcPr>
            <w:tcW w:w="722" w:type="dxa"/>
          </w:tcPr>
          <w:p w14:paraId="5CF77BC8" w14:textId="61C0CD4B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28017</w:t>
            </w:r>
          </w:p>
        </w:tc>
        <w:tc>
          <w:tcPr>
            <w:tcW w:w="723" w:type="dxa"/>
          </w:tcPr>
          <w:p w14:paraId="1D548A44" w14:textId="3C90B27A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28310</w:t>
            </w:r>
          </w:p>
        </w:tc>
        <w:tc>
          <w:tcPr>
            <w:tcW w:w="723" w:type="dxa"/>
          </w:tcPr>
          <w:p w14:paraId="4F4907AD" w14:textId="161BD24E" w:rsidR="009E2B76" w:rsidRPr="00346603" w:rsidRDefault="000F74ED" w:rsidP="003466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16"/>
                <w:szCs w:val="16"/>
              </w:rPr>
              <w:t>28604</w:t>
            </w:r>
          </w:p>
        </w:tc>
      </w:tr>
    </w:tbl>
    <w:p w14:paraId="1F8CA2CE" w14:textId="77777777" w:rsidR="009E2B76" w:rsidRPr="003919FA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14E8E8D" w14:textId="1960C86C" w:rsidR="009E2B76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919FA">
        <w:rPr>
          <w:rFonts w:ascii="Times New Roman" w:hAnsi="Times New Roman" w:cs="Times New Roman"/>
          <w:b/>
          <w:sz w:val="24"/>
          <w:szCs w:val="24"/>
        </w:rPr>
        <w:t>Сравнение расчетов по двум стандарта на каждый отчетный год:</w:t>
      </w:r>
    </w:p>
    <w:p w14:paraId="30F5A709" w14:textId="77777777" w:rsidR="005B60DB" w:rsidRPr="003919FA" w:rsidRDefault="005B60DB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417"/>
        <w:gridCol w:w="1460"/>
        <w:gridCol w:w="1652"/>
      </w:tblGrid>
      <w:tr w:rsidR="009E2B76" w:rsidRPr="00346603" w14:paraId="6DC1AFCB" w14:textId="77777777" w:rsidTr="0099121C">
        <w:tc>
          <w:tcPr>
            <w:tcW w:w="9911" w:type="dxa"/>
            <w:gridSpan w:val="6"/>
          </w:tcPr>
          <w:p w14:paraId="6DBFAFA1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Расчет по 4028-У при применении МСФО17</w:t>
            </w:r>
          </w:p>
        </w:tc>
      </w:tr>
      <w:tr w:rsidR="009E2B76" w:rsidRPr="00346603" w14:paraId="4559D6E0" w14:textId="77777777" w:rsidTr="0099121C">
        <w:tc>
          <w:tcPr>
            <w:tcW w:w="2405" w:type="dxa"/>
          </w:tcPr>
          <w:p w14:paraId="3A81E5C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1559" w:type="dxa"/>
          </w:tcPr>
          <w:p w14:paraId="2458AD7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31.12.2016</w:t>
            </w:r>
          </w:p>
        </w:tc>
        <w:tc>
          <w:tcPr>
            <w:tcW w:w="1418" w:type="dxa"/>
          </w:tcPr>
          <w:p w14:paraId="7904054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31.12.2017</w:t>
            </w:r>
          </w:p>
        </w:tc>
        <w:tc>
          <w:tcPr>
            <w:tcW w:w="1417" w:type="dxa"/>
          </w:tcPr>
          <w:p w14:paraId="2A4B341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1460" w:type="dxa"/>
          </w:tcPr>
          <w:p w14:paraId="221ADC6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652" w:type="dxa"/>
          </w:tcPr>
          <w:p w14:paraId="7B8556A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</w:tr>
      <w:tr w:rsidR="009E2B76" w:rsidRPr="00346603" w14:paraId="1949C9BE" w14:textId="77777777" w:rsidTr="0099121C">
        <w:tc>
          <w:tcPr>
            <w:tcW w:w="2405" w:type="dxa"/>
          </w:tcPr>
          <w:p w14:paraId="22952E9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59" w:type="dxa"/>
          </w:tcPr>
          <w:p w14:paraId="5029EB5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5140</w:t>
            </w:r>
          </w:p>
        </w:tc>
        <w:tc>
          <w:tcPr>
            <w:tcW w:w="1418" w:type="dxa"/>
          </w:tcPr>
          <w:p w14:paraId="73364C2F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5118</w:t>
            </w:r>
          </w:p>
        </w:tc>
        <w:tc>
          <w:tcPr>
            <w:tcW w:w="1417" w:type="dxa"/>
          </w:tcPr>
          <w:p w14:paraId="0515904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5744</w:t>
            </w:r>
          </w:p>
        </w:tc>
        <w:tc>
          <w:tcPr>
            <w:tcW w:w="1460" w:type="dxa"/>
          </w:tcPr>
          <w:p w14:paraId="274CA82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5682</w:t>
            </w:r>
          </w:p>
        </w:tc>
        <w:tc>
          <w:tcPr>
            <w:tcW w:w="1652" w:type="dxa"/>
          </w:tcPr>
          <w:p w14:paraId="42DC5230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5682</w:t>
            </w:r>
          </w:p>
        </w:tc>
      </w:tr>
      <w:tr w:rsidR="009E2B76" w:rsidRPr="00346603" w14:paraId="10E18F26" w14:textId="77777777" w:rsidTr="00D25945">
        <w:tc>
          <w:tcPr>
            <w:tcW w:w="2405" w:type="dxa"/>
            <w:tcBorders>
              <w:bottom w:val="single" w:sz="4" w:space="0" w:color="auto"/>
            </w:tcBorders>
          </w:tcPr>
          <w:p w14:paraId="3ECD2A6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DFB97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DA9EC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2096FD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6F144C2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78B9F46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E2B76" w:rsidRPr="00346603" w14:paraId="5DDC5A8E" w14:textId="77777777" w:rsidTr="00D25945">
        <w:tc>
          <w:tcPr>
            <w:tcW w:w="2405" w:type="dxa"/>
            <w:tcBorders>
              <w:bottom w:val="single" w:sz="4" w:space="0" w:color="auto"/>
            </w:tcBorders>
          </w:tcPr>
          <w:p w14:paraId="383D7128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B45545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средства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2AE8E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35591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A8385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3E85A7F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288A549A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B76" w:rsidRPr="00346603" w14:paraId="109E0E96" w14:textId="77777777" w:rsidTr="00D25945">
        <w:tc>
          <w:tcPr>
            <w:tcW w:w="99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AE5C8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2B76" w:rsidRPr="00346603" w14:paraId="61F04668" w14:textId="77777777" w:rsidTr="00D25945">
        <w:tc>
          <w:tcPr>
            <w:tcW w:w="9911" w:type="dxa"/>
            <w:gridSpan w:val="6"/>
            <w:tcBorders>
              <w:top w:val="single" w:sz="4" w:space="0" w:color="auto"/>
            </w:tcBorders>
          </w:tcPr>
          <w:p w14:paraId="1AA25DAC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Расчет по 4028-У при применении МСФО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16 в случае принятия к расчету по 4028-У разницы актива и пассива по учету</w:t>
            </w:r>
          </w:p>
        </w:tc>
      </w:tr>
      <w:tr w:rsidR="009E2B76" w:rsidRPr="00346603" w14:paraId="6520A81F" w14:textId="77777777" w:rsidTr="0099121C">
        <w:tc>
          <w:tcPr>
            <w:tcW w:w="2405" w:type="dxa"/>
          </w:tcPr>
          <w:p w14:paraId="59C9E317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Показатели баланса для расчета норматива</w:t>
            </w:r>
          </w:p>
        </w:tc>
        <w:tc>
          <w:tcPr>
            <w:tcW w:w="1559" w:type="dxa"/>
          </w:tcPr>
          <w:p w14:paraId="3119C4FE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31.12.2016</w:t>
            </w:r>
          </w:p>
        </w:tc>
        <w:tc>
          <w:tcPr>
            <w:tcW w:w="1418" w:type="dxa"/>
          </w:tcPr>
          <w:p w14:paraId="44A723BB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31.12.2017</w:t>
            </w:r>
          </w:p>
        </w:tc>
        <w:tc>
          <w:tcPr>
            <w:tcW w:w="1417" w:type="dxa"/>
          </w:tcPr>
          <w:p w14:paraId="5B12A68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1460" w:type="dxa"/>
          </w:tcPr>
          <w:p w14:paraId="758AA07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652" w:type="dxa"/>
          </w:tcPr>
          <w:p w14:paraId="6239F95F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</w:tr>
      <w:tr w:rsidR="009E2B76" w:rsidRPr="00346603" w14:paraId="5F1FC442" w14:textId="77777777" w:rsidTr="0099121C">
        <w:tc>
          <w:tcPr>
            <w:tcW w:w="2405" w:type="dxa"/>
          </w:tcPr>
          <w:p w14:paraId="30DE9BB5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59" w:type="dxa"/>
          </w:tcPr>
          <w:p w14:paraId="67083E8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5140</w:t>
            </w:r>
          </w:p>
        </w:tc>
        <w:tc>
          <w:tcPr>
            <w:tcW w:w="1418" w:type="dxa"/>
          </w:tcPr>
          <w:p w14:paraId="42549238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5118</w:t>
            </w:r>
          </w:p>
        </w:tc>
        <w:tc>
          <w:tcPr>
            <w:tcW w:w="1417" w:type="dxa"/>
          </w:tcPr>
          <w:p w14:paraId="417A56DE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5744</w:t>
            </w:r>
          </w:p>
        </w:tc>
        <w:tc>
          <w:tcPr>
            <w:tcW w:w="1460" w:type="dxa"/>
          </w:tcPr>
          <w:p w14:paraId="0D636B67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5682</w:t>
            </w:r>
          </w:p>
        </w:tc>
        <w:tc>
          <w:tcPr>
            <w:tcW w:w="1652" w:type="dxa"/>
          </w:tcPr>
          <w:p w14:paraId="3A1BFF5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5682</w:t>
            </w:r>
          </w:p>
        </w:tc>
      </w:tr>
      <w:tr w:rsidR="009E2B76" w:rsidRPr="00346603" w14:paraId="69511153" w14:textId="77777777" w:rsidTr="0099121C">
        <w:tc>
          <w:tcPr>
            <w:tcW w:w="2405" w:type="dxa"/>
          </w:tcPr>
          <w:p w14:paraId="60B90A6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Право пользования</w:t>
            </w:r>
          </w:p>
          <w:p w14:paraId="35D0862E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помещением</w:t>
            </w:r>
          </w:p>
        </w:tc>
        <w:tc>
          <w:tcPr>
            <w:tcW w:w="1559" w:type="dxa"/>
          </w:tcPr>
          <w:p w14:paraId="1BB8631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261834</w:t>
            </w:r>
          </w:p>
        </w:tc>
        <w:tc>
          <w:tcPr>
            <w:tcW w:w="1418" w:type="dxa"/>
          </w:tcPr>
          <w:p w14:paraId="0BBEFF3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209467</w:t>
            </w:r>
          </w:p>
        </w:tc>
        <w:tc>
          <w:tcPr>
            <w:tcW w:w="1417" w:type="dxa"/>
          </w:tcPr>
          <w:p w14:paraId="3950C25C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157101</w:t>
            </w:r>
          </w:p>
        </w:tc>
        <w:tc>
          <w:tcPr>
            <w:tcW w:w="1460" w:type="dxa"/>
          </w:tcPr>
          <w:p w14:paraId="6A3D08CE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104 734</w:t>
            </w:r>
          </w:p>
        </w:tc>
        <w:tc>
          <w:tcPr>
            <w:tcW w:w="1652" w:type="dxa"/>
          </w:tcPr>
          <w:p w14:paraId="4287A85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52 367</w:t>
            </w:r>
          </w:p>
        </w:tc>
      </w:tr>
      <w:tr w:rsidR="009E2B76" w:rsidRPr="00346603" w14:paraId="3C5DA8CF" w14:textId="77777777" w:rsidTr="0099121C">
        <w:tc>
          <w:tcPr>
            <w:tcW w:w="2405" w:type="dxa"/>
          </w:tcPr>
          <w:p w14:paraId="66129E8D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Амортизация актива</w:t>
            </w:r>
          </w:p>
        </w:tc>
        <w:tc>
          <w:tcPr>
            <w:tcW w:w="1559" w:type="dxa"/>
          </w:tcPr>
          <w:p w14:paraId="73597BA9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52367</w:t>
            </w:r>
          </w:p>
        </w:tc>
        <w:tc>
          <w:tcPr>
            <w:tcW w:w="1418" w:type="dxa"/>
          </w:tcPr>
          <w:p w14:paraId="4AE9E69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52367</w:t>
            </w:r>
          </w:p>
        </w:tc>
        <w:tc>
          <w:tcPr>
            <w:tcW w:w="1417" w:type="dxa"/>
          </w:tcPr>
          <w:p w14:paraId="0A3F69B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52367</w:t>
            </w:r>
          </w:p>
        </w:tc>
        <w:tc>
          <w:tcPr>
            <w:tcW w:w="1460" w:type="dxa"/>
          </w:tcPr>
          <w:p w14:paraId="3DC6B8C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52367</w:t>
            </w:r>
          </w:p>
        </w:tc>
        <w:tc>
          <w:tcPr>
            <w:tcW w:w="1652" w:type="dxa"/>
          </w:tcPr>
          <w:p w14:paraId="0BAB0EA6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52367</w:t>
            </w:r>
          </w:p>
        </w:tc>
      </w:tr>
      <w:tr w:rsidR="009E2B76" w:rsidRPr="00346603" w14:paraId="51380AD0" w14:textId="77777777" w:rsidTr="0099121C">
        <w:tc>
          <w:tcPr>
            <w:tcW w:w="2405" w:type="dxa"/>
          </w:tcPr>
          <w:p w14:paraId="7021D102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1559" w:type="dxa"/>
          </w:tcPr>
          <w:p w14:paraId="5C5C2253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273 644</w:t>
            </w:r>
          </w:p>
        </w:tc>
        <w:tc>
          <w:tcPr>
            <w:tcW w:w="1418" w:type="dxa"/>
          </w:tcPr>
          <w:p w14:paraId="559DB9DF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234 551</w:t>
            </w:r>
          </w:p>
        </w:tc>
        <w:tc>
          <w:tcPr>
            <w:tcW w:w="1417" w:type="dxa"/>
          </w:tcPr>
          <w:p w14:paraId="1EF0732F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185 704</w:t>
            </w:r>
          </w:p>
        </w:tc>
        <w:tc>
          <w:tcPr>
            <w:tcW w:w="1460" w:type="dxa"/>
          </w:tcPr>
          <w:p w14:paraId="097F9D61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126 046</w:t>
            </w:r>
          </w:p>
        </w:tc>
        <w:tc>
          <w:tcPr>
            <w:tcW w:w="1652" w:type="dxa"/>
          </w:tcPr>
          <w:p w14:paraId="7FC55AC4" w14:textId="77777777" w:rsidR="009E2B76" w:rsidRPr="00346603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sz w:val="20"/>
                <w:szCs w:val="20"/>
              </w:rPr>
              <w:t>68 186</w:t>
            </w:r>
          </w:p>
        </w:tc>
      </w:tr>
      <w:tr w:rsidR="009E2B76" w:rsidRPr="00346603" w14:paraId="7212AB5B" w14:textId="77777777" w:rsidTr="0099121C">
        <w:tc>
          <w:tcPr>
            <w:tcW w:w="2405" w:type="dxa"/>
          </w:tcPr>
          <w:p w14:paraId="6E039FE8" w14:textId="77777777" w:rsidR="009E2B76" w:rsidRPr="00346603" w:rsidRDefault="009E2B76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</w:p>
          <w:p w14:paraId="1C1A7906" w14:textId="77777777" w:rsidR="009E2B76" w:rsidRPr="00346603" w:rsidRDefault="00E45F92" w:rsidP="00346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</w:t>
            </w:r>
            <w:r w:rsidR="009E2B76" w:rsidRPr="00346603">
              <w:rPr>
                <w:rFonts w:ascii="Times New Roman" w:hAnsi="Times New Roman" w:cs="Times New Roman"/>
                <w:b/>
                <w:sz w:val="20"/>
                <w:szCs w:val="20"/>
              </w:rPr>
              <w:t>4028-У</w:t>
            </w:r>
          </w:p>
        </w:tc>
        <w:tc>
          <w:tcPr>
            <w:tcW w:w="1559" w:type="dxa"/>
          </w:tcPr>
          <w:p w14:paraId="3EA1AAD4" w14:textId="3C74F107" w:rsidR="009E2B76" w:rsidRPr="00346603" w:rsidRDefault="005F298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20"/>
                <w:szCs w:val="20"/>
              </w:rPr>
              <w:t>11 810</w:t>
            </w:r>
          </w:p>
        </w:tc>
        <w:tc>
          <w:tcPr>
            <w:tcW w:w="1418" w:type="dxa"/>
          </w:tcPr>
          <w:p w14:paraId="5B236413" w14:textId="6D4F776D" w:rsidR="009E2B76" w:rsidRPr="00346603" w:rsidRDefault="005F298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20"/>
                <w:szCs w:val="20"/>
              </w:rPr>
              <w:t>25 084</w:t>
            </w:r>
          </w:p>
        </w:tc>
        <w:tc>
          <w:tcPr>
            <w:tcW w:w="1417" w:type="dxa"/>
          </w:tcPr>
          <w:p w14:paraId="77C31DAB" w14:textId="1CA5814B" w:rsidR="009E2B76" w:rsidRPr="00346603" w:rsidRDefault="005F298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20"/>
                <w:szCs w:val="20"/>
              </w:rPr>
              <w:t>28 604</w:t>
            </w:r>
          </w:p>
        </w:tc>
        <w:tc>
          <w:tcPr>
            <w:tcW w:w="1460" w:type="dxa"/>
          </w:tcPr>
          <w:p w14:paraId="13561120" w14:textId="145DD4EB" w:rsidR="009E2B76" w:rsidRPr="00346603" w:rsidRDefault="005F298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20"/>
                <w:szCs w:val="20"/>
              </w:rPr>
              <w:t>21 313</w:t>
            </w:r>
          </w:p>
        </w:tc>
        <w:tc>
          <w:tcPr>
            <w:tcW w:w="1652" w:type="dxa"/>
          </w:tcPr>
          <w:p w14:paraId="67DBB098" w14:textId="6EBDF776" w:rsidR="009E2B76" w:rsidRPr="00346603" w:rsidRDefault="005F298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2B76" w:rsidRPr="00346603">
              <w:rPr>
                <w:rFonts w:ascii="Times New Roman" w:hAnsi="Times New Roman" w:cs="Times New Roman"/>
                <w:sz w:val="20"/>
                <w:szCs w:val="20"/>
              </w:rPr>
              <w:t>15 820</w:t>
            </w:r>
          </w:p>
        </w:tc>
      </w:tr>
    </w:tbl>
    <w:p w14:paraId="5144B0BA" w14:textId="77777777" w:rsidR="00B45545" w:rsidRDefault="00B45545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CD3DBC0" w14:textId="77777777" w:rsidR="005F2986" w:rsidRPr="002510A1" w:rsidRDefault="005F2986" w:rsidP="005F29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10A1">
        <w:rPr>
          <w:rFonts w:ascii="Times New Roman" w:hAnsi="Times New Roman" w:cs="Times New Roman"/>
          <w:sz w:val="24"/>
          <w:szCs w:val="24"/>
          <w:u w:val="single"/>
        </w:rPr>
        <w:t>Разъяснения:</w:t>
      </w:r>
    </w:p>
    <w:p w14:paraId="7CA4C62E" w14:textId="77777777" w:rsidR="005F2986" w:rsidRPr="002510A1" w:rsidRDefault="005F2986" w:rsidP="005F29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0A1">
        <w:rPr>
          <w:rFonts w:ascii="Times New Roman" w:hAnsi="Times New Roman" w:cs="Times New Roman"/>
          <w:sz w:val="24"/>
          <w:szCs w:val="24"/>
        </w:rPr>
        <w:t>Необходимо учитывать, что в то же время, в расчете эффекта на собственные средства при применении стандарта МСФО 17 эффект каждого месяца и года был нулевой.</w:t>
      </w:r>
    </w:p>
    <w:p w14:paraId="3F4815F0" w14:textId="77777777" w:rsidR="00F772B7" w:rsidRPr="002510A1" w:rsidRDefault="00F772B7" w:rsidP="003919F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ADF9FEF" w14:textId="77777777" w:rsidR="009E2B76" w:rsidRPr="002510A1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007795A" w14:textId="77777777" w:rsidR="009E2B76" w:rsidRPr="002510A1" w:rsidRDefault="009E2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10A1">
        <w:rPr>
          <w:rFonts w:ascii="Times New Roman" w:hAnsi="Times New Roman" w:cs="Times New Roman"/>
          <w:b/>
          <w:sz w:val="24"/>
          <w:szCs w:val="24"/>
        </w:rPr>
        <w:t xml:space="preserve">На примере договоров АО </w:t>
      </w:r>
      <w:r w:rsidR="00346603" w:rsidRPr="002510A1">
        <w:rPr>
          <w:rFonts w:ascii="Times New Roman" w:hAnsi="Times New Roman" w:cs="Times New Roman"/>
          <w:b/>
          <w:sz w:val="24"/>
          <w:szCs w:val="24"/>
        </w:rPr>
        <w:t>«</w:t>
      </w:r>
      <w:r w:rsidRPr="002510A1">
        <w:rPr>
          <w:rFonts w:ascii="Times New Roman" w:hAnsi="Times New Roman" w:cs="Times New Roman"/>
          <w:b/>
          <w:sz w:val="24"/>
          <w:szCs w:val="24"/>
        </w:rPr>
        <w:t xml:space="preserve">НПФ </w:t>
      </w:r>
      <w:r w:rsidR="00346603" w:rsidRPr="002510A1">
        <w:rPr>
          <w:rFonts w:ascii="Times New Roman" w:hAnsi="Times New Roman" w:cs="Times New Roman"/>
          <w:b/>
          <w:sz w:val="24"/>
          <w:szCs w:val="24"/>
        </w:rPr>
        <w:t>«САФМАР»</w:t>
      </w:r>
    </w:p>
    <w:tbl>
      <w:tblPr>
        <w:tblW w:w="9921" w:type="dxa"/>
        <w:tblLook w:val="04A0" w:firstRow="1" w:lastRow="0" w:firstColumn="1" w:lastColumn="0" w:noHBand="0" w:noVBand="1"/>
      </w:tblPr>
      <w:tblGrid>
        <w:gridCol w:w="9921"/>
      </w:tblGrid>
      <w:tr w:rsidR="002510A1" w:rsidRPr="002510A1" w14:paraId="119E0F8E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5041" w14:textId="77777777" w:rsidR="00346603" w:rsidRPr="002510A1" w:rsidRDefault="00346603" w:rsidP="00346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E5EB04A" w14:textId="77777777" w:rsidR="009E2B76" w:rsidRPr="00D25945" w:rsidRDefault="009E2B76" w:rsidP="003466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25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договора аренды</w:t>
            </w:r>
            <w:r w:rsidRPr="00D25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:</w:t>
            </w:r>
          </w:p>
        </w:tc>
      </w:tr>
      <w:tr w:rsidR="002510A1" w:rsidRPr="002510A1" w14:paraId="3AA218CB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7A0C" w14:textId="77777777" w:rsidR="009E2B76" w:rsidRPr="002510A1" w:rsidRDefault="00E45F92" w:rsidP="00D2594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92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</w:t>
            </w:r>
            <w:r w:rsidR="009E2B76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дисконтирования 15%</w:t>
            </w: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510A1" w:rsidRPr="002510A1" w14:paraId="01F6C21A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F617" w14:textId="6B80D996" w:rsidR="009E2B76" w:rsidRPr="002510A1" w:rsidRDefault="009E2B76" w:rsidP="00D2594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92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от 01.04.2018</w:t>
            </w:r>
            <w:r w:rsidR="00E45F92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31.03.2023</w:t>
            </w:r>
            <w:r w:rsidR="00E45F92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510A1" w:rsidRPr="002510A1" w14:paraId="2CD07A1F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08BA" w14:textId="77777777" w:rsidR="009E2B76" w:rsidRPr="002510A1" w:rsidRDefault="00E45F92" w:rsidP="00D2594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92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Арендная </w:t>
            </w:r>
            <w:r w:rsidR="009E2B76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в месяц без индексации - предоплата за месяц ежемесячного расхода.</w:t>
            </w:r>
          </w:p>
          <w:p w14:paraId="5B38CAFF" w14:textId="77777777" w:rsidR="009E2B76" w:rsidRPr="002510A1" w:rsidRDefault="009E2B76" w:rsidP="00D2594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92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Обеспечительный платеж не участвует в расчете</w:t>
            </w:r>
            <w:r w:rsidR="00E45F92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510A1" w:rsidRPr="002510A1" w14:paraId="1012307C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B6CD" w14:textId="77777777" w:rsidR="009E2B76" w:rsidRPr="002510A1" w:rsidRDefault="009E2B76" w:rsidP="00D2594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92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штрафов за досрочное расторжение, уведомление за 3 мес. до выезда</w:t>
            </w:r>
            <w:r w:rsidR="00E45F92" w:rsidRPr="0025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16B183" w14:textId="77777777" w:rsidR="00346603" w:rsidRPr="002510A1" w:rsidRDefault="00346603" w:rsidP="003466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A4BCAA" w14:textId="59DD3C9A" w:rsidR="009E2B76" w:rsidRPr="00D25945" w:rsidRDefault="00346603" w:rsidP="00346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>Расчет по 4028-У при применении МСФО</w:t>
            </w:r>
            <w:r w:rsidR="00E45F92"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772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E45F92" w:rsidRPr="00D25945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  <w:p w14:paraId="34E6A9F0" w14:textId="77777777" w:rsidR="00346603" w:rsidRPr="002510A1" w:rsidRDefault="00346603" w:rsidP="00346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B76" w:rsidRPr="002510A1" w14:paraId="72CBCC7E" w14:textId="77777777" w:rsidTr="00D25945">
        <w:trPr>
          <w:trHeight w:val="30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Style w:val="a4"/>
              <w:tblW w:w="9807" w:type="dxa"/>
              <w:jc w:val="center"/>
              <w:tblLook w:val="04A0" w:firstRow="1" w:lastRow="0" w:firstColumn="1" w:lastColumn="0" w:noHBand="0" w:noVBand="1"/>
            </w:tblPr>
            <w:tblGrid>
              <w:gridCol w:w="1893"/>
              <w:gridCol w:w="884"/>
              <w:gridCol w:w="772"/>
              <w:gridCol w:w="806"/>
              <w:gridCol w:w="801"/>
              <w:gridCol w:w="862"/>
              <w:gridCol w:w="1001"/>
              <w:gridCol w:w="946"/>
              <w:gridCol w:w="896"/>
              <w:gridCol w:w="946"/>
            </w:tblGrid>
            <w:tr w:rsidR="002510A1" w:rsidRPr="002510A1" w14:paraId="21B00FCF" w14:textId="77777777" w:rsidTr="00D25945">
              <w:trPr>
                <w:trHeight w:val="846"/>
                <w:jc w:val="center"/>
              </w:trPr>
              <w:tc>
                <w:tcPr>
                  <w:tcW w:w="1893" w:type="dxa"/>
                </w:tcPr>
                <w:p w14:paraId="24DAC5C9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Показатели баланса для расчета норматива</w:t>
                  </w:r>
                </w:p>
              </w:tc>
              <w:tc>
                <w:tcPr>
                  <w:tcW w:w="884" w:type="dxa"/>
                </w:tcPr>
                <w:p w14:paraId="77E28775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772" w:type="dxa"/>
                </w:tcPr>
                <w:p w14:paraId="487392BB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806" w:type="dxa"/>
                </w:tcPr>
                <w:p w14:paraId="14D0FA43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июнь</w:t>
                  </w:r>
                </w:p>
              </w:tc>
              <w:tc>
                <w:tcPr>
                  <w:tcW w:w="801" w:type="dxa"/>
                </w:tcPr>
                <w:p w14:paraId="301D8627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июль</w:t>
                  </w:r>
                </w:p>
              </w:tc>
              <w:tc>
                <w:tcPr>
                  <w:tcW w:w="862" w:type="dxa"/>
                </w:tcPr>
                <w:p w14:paraId="77B04747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август</w:t>
                  </w:r>
                </w:p>
              </w:tc>
              <w:tc>
                <w:tcPr>
                  <w:tcW w:w="1001" w:type="dxa"/>
                </w:tcPr>
                <w:p w14:paraId="40AB6914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946" w:type="dxa"/>
                </w:tcPr>
                <w:p w14:paraId="0AEAE887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896" w:type="dxa"/>
                </w:tcPr>
                <w:p w14:paraId="70E748B9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946" w:type="dxa"/>
                </w:tcPr>
                <w:p w14:paraId="73DDDE8F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декабрь</w:t>
                  </w:r>
                </w:p>
              </w:tc>
            </w:tr>
            <w:tr w:rsidR="002510A1" w:rsidRPr="002510A1" w14:paraId="3B99CCF8" w14:textId="77777777" w:rsidTr="00D25945">
              <w:trPr>
                <w:trHeight w:val="428"/>
                <w:jc w:val="center"/>
              </w:trPr>
              <w:tc>
                <w:tcPr>
                  <w:tcW w:w="1893" w:type="dxa"/>
                </w:tcPr>
                <w:p w14:paraId="7A5B356A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Дебиторская </w:t>
                  </w:r>
                </w:p>
                <w:p w14:paraId="181D0CB6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задолженность</w:t>
                  </w:r>
                </w:p>
              </w:tc>
              <w:tc>
                <w:tcPr>
                  <w:tcW w:w="884" w:type="dxa"/>
                </w:tcPr>
                <w:p w14:paraId="2D7D567E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772" w:type="dxa"/>
                </w:tcPr>
                <w:p w14:paraId="3C6BF857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806" w:type="dxa"/>
                </w:tcPr>
                <w:p w14:paraId="1522EFE9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801" w:type="dxa"/>
                </w:tcPr>
                <w:p w14:paraId="785A6A00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862" w:type="dxa"/>
                </w:tcPr>
                <w:p w14:paraId="3FA17038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1001" w:type="dxa"/>
                </w:tcPr>
                <w:p w14:paraId="2F5AF5AD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946" w:type="dxa"/>
                </w:tcPr>
                <w:p w14:paraId="4F8FC5D0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896" w:type="dxa"/>
                </w:tcPr>
                <w:p w14:paraId="59A49FD7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946" w:type="dxa"/>
                </w:tcPr>
                <w:p w14:paraId="1B94EECC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</w:tr>
            <w:tr w:rsidR="002510A1" w:rsidRPr="002510A1" w14:paraId="27DC3FFC" w14:textId="77777777" w:rsidTr="00D25945">
              <w:trPr>
                <w:trHeight w:val="415"/>
                <w:jc w:val="center"/>
              </w:trPr>
              <w:tc>
                <w:tcPr>
                  <w:tcW w:w="1893" w:type="dxa"/>
                </w:tcPr>
                <w:p w14:paraId="16591D2A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Кредиторская</w:t>
                  </w:r>
                </w:p>
                <w:p w14:paraId="73C08A47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задолженности</w:t>
                  </w:r>
                </w:p>
              </w:tc>
              <w:tc>
                <w:tcPr>
                  <w:tcW w:w="884" w:type="dxa"/>
                </w:tcPr>
                <w:p w14:paraId="3C85C492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72" w:type="dxa"/>
                </w:tcPr>
                <w:p w14:paraId="72D2FBC3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dxa"/>
                </w:tcPr>
                <w:p w14:paraId="2311692B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14:paraId="6DFC5DE0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2" w:type="dxa"/>
                </w:tcPr>
                <w:p w14:paraId="05AA509E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01" w:type="dxa"/>
                </w:tcPr>
                <w:p w14:paraId="71E362C9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46" w:type="dxa"/>
                </w:tcPr>
                <w:p w14:paraId="3B51AB5C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96" w:type="dxa"/>
                </w:tcPr>
                <w:p w14:paraId="4727C974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46" w:type="dxa"/>
                </w:tcPr>
                <w:p w14:paraId="5C684998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510A1" w:rsidRPr="002510A1" w14:paraId="7DFB25FC" w14:textId="77777777" w:rsidTr="00D25945">
              <w:trPr>
                <w:trHeight w:val="415"/>
                <w:jc w:val="center"/>
              </w:trPr>
              <w:tc>
                <w:tcPr>
                  <w:tcW w:w="1893" w:type="dxa"/>
                </w:tcPr>
                <w:p w14:paraId="478F7260" w14:textId="77777777" w:rsidR="009E2B76" w:rsidRPr="002510A1" w:rsidRDefault="009E2B76" w:rsidP="00346603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Итого эффект на </w:t>
                  </w:r>
                  <w:r w:rsidR="00E45F92" w:rsidRPr="002510A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собственные средства</w:t>
                  </w:r>
                  <w:r w:rsidRPr="002510A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по 4028-У</w:t>
                  </w:r>
                </w:p>
              </w:tc>
              <w:tc>
                <w:tcPr>
                  <w:tcW w:w="884" w:type="dxa"/>
                </w:tcPr>
                <w:p w14:paraId="65239FD2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72" w:type="dxa"/>
                </w:tcPr>
                <w:p w14:paraId="22B7180D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06" w:type="dxa"/>
                </w:tcPr>
                <w:p w14:paraId="65227F9D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01" w:type="dxa"/>
                </w:tcPr>
                <w:p w14:paraId="7786A284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2" w:type="dxa"/>
                </w:tcPr>
                <w:p w14:paraId="0315A528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01" w:type="dxa"/>
                </w:tcPr>
                <w:p w14:paraId="706DA51A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6" w:type="dxa"/>
                </w:tcPr>
                <w:p w14:paraId="3963D1C8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96" w:type="dxa"/>
                </w:tcPr>
                <w:p w14:paraId="4573AF76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46" w:type="dxa"/>
                </w:tcPr>
                <w:p w14:paraId="021F187D" w14:textId="77777777" w:rsidR="009E2B76" w:rsidRPr="002510A1" w:rsidRDefault="009E2B76" w:rsidP="0034660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10A1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26ED25B1" w14:textId="77777777" w:rsidR="009E2B76" w:rsidRPr="002510A1" w:rsidRDefault="009E2B76" w:rsidP="003919F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11B0EA" w14:textId="77777777" w:rsidR="009E2B76" w:rsidRPr="002510A1" w:rsidRDefault="009E2B76" w:rsidP="003919FA">
      <w:pPr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417"/>
        <w:gridCol w:w="1460"/>
        <w:gridCol w:w="1652"/>
      </w:tblGrid>
      <w:tr w:rsidR="002510A1" w:rsidRPr="002510A1" w14:paraId="556B605C" w14:textId="77777777" w:rsidTr="0099121C">
        <w:tc>
          <w:tcPr>
            <w:tcW w:w="9911" w:type="dxa"/>
            <w:gridSpan w:val="6"/>
          </w:tcPr>
          <w:p w14:paraId="13BD04BC" w14:textId="641C83DA" w:rsidR="009E2B76" w:rsidRPr="002510A1" w:rsidRDefault="009E2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>Расчет по 4028-У при применении МСФО</w:t>
            </w:r>
            <w:r w:rsidR="00E45F92"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10A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772B7" w:rsidRPr="00D259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45F92" w:rsidRPr="00D25945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</w:tr>
      <w:tr w:rsidR="002510A1" w:rsidRPr="002510A1" w14:paraId="55E1A1CE" w14:textId="77777777" w:rsidTr="0099121C">
        <w:tc>
          <w:tcPr>
            <w:tcW w:w="2405" w:type="dxa"/>
          </w:tcPr>
          <w:p w14:paraId="135C8EE1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E1FEF7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31.12.2018</w:t>
            </w:r>
          </w:p>
        </w:tc>
        <w:tc>
          <w:tcPr>
            <w:tcW w:w="1418" w:type="dxa"/>
          </w:tcPr>
          <w:p w14:paraId="58FF3088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31.12.2019</w:t>
            </w:r>
          </w:p>
        </w:tc>
        <w:tc>
          <w:tcPr>
            <w:tcW w:w="1417" w:type="dxa"/>
          </w:tcPr>
          <w:p w14:paraId="50F5B356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1460" w:type="dxa"/>
          </w:tcPr>
          <w:p w14:paraId="7CEDD397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52" w:type="dxa"/>
          </w:tcPr>
          <w:p w14:paraId="4ADB3088" w14:textId="77777777" w:rsidR="009E2B76" w:rsidRPr="002510A1" w:rsidRDefault="009E2B76" w:rsidP="00346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31.12.2022</w:t>
            </w:r>
          </w:p>
        </w:tc>
      </w:tr>
      <w:tr w:rsidR="002510A1" w:rsidRPr="002510A1" w14:paraId="4E148E43" w14:textId="77777777" w:rsidTr="0099121C">
        <w:tc>
          <w:tcPr>
            <w:tcW w:w="2405" w:type="dxa"/>
          </w:tcPr>
          <w:p w14:paraId="4C0931DA" w14:textId="77777777" w:rsidR="009E2B76" w:rsidRPr="002510A1" w:rsidRDefault="009E2B76" w:rsidP="000A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59" w:type="dxa"/>
          </w:tcPr>
          <w:p w14:paraId="17CA661E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14:paraId="4ABC5248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7" w:type="dxa"/>
          </w:tcPr>
          <w:p w14:paraId="35AD75A4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60" w:type="dxa"/>
          </w:tcPr>
          <w:p w14:paraId="5A86D41E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2" w:type="dxa"/>
          </w:tcPr>
          <w:p w14:paraId="01845DF1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2510A1" w:rsidRPr="002510A1" w14:paraId="7C2FA87A" w14:textId="77777777" w:rsidTr="0099121C">
        <w:tc>
          <w:tcPr>
            <w:tcW w:w="2405" w:type="dxa"/>
          </w:tcPr>
          <w:p w14:paraId="05A28486" w14:textId="77777777" w:rsidR="009E2B76" w:rsidRPr="002510A1" w:rsidRDefault="009E2B76" w:rsidP="000A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Право пользования помещением за вычетом амортизации</w:t>
            </w:r>
          </w:p>
        </w:tc>
        <w:tc>
          <w:tcPr>
            <w:tcW w:w="1559" w:type="dxa"/>
          </w:tcPr>
          <w:p w14:paraId="46C2C200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111 958</w:t>
            </w:r>
          </w:p>
        </w:tc>
        <w:tc>
          <w:tcPr>
            <w:tcW w:w="1418" w:type="dxa"/>
          </w:tcPr>
          <w:p w14:paraId="3899521E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85 615</w:t>
            </w:r>
          </w:p>
        </w:tc>
        <w:tc>
          <w:tcPr>
            <w:tcW w:w="1417" w:type="dxa"/>
          </w:tcPr>
          <w:p w14:paraId="6CF013C0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59 272</w:t>
            </w:r>
          </w:p>
        </w:tc>
        <w:tc>
          <w:tcPr>
            <w:tcW w:w="1460" w:type="dxa"/>
          </w:tcPr>
          <w:p w14:paraId="51329832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32 929</w:t>
            </w:r>
          </w:p>
        </w:tc>
        <w:tc>
          <w:tcPr>
            <w:tcW w:w="1652" w:type="dxa"/>
          </w:tcPr>
          <w:p w14:paraId="1D05A24A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6 586</w:t>
            </w:r>
          </w:p>
        </w:tc>
      </w:tr>
      <w:tr w:rsidR="002510A1" w:rsidRPr="002510A1" w14:paraId="7E9BE0AB" w14:textId="77777777" w:rsidTr="0099121C">
        <w:tc>
          <w:tcPr>
            <w:tcW w:w="2405" w:type="dxa"/>
          </w:tcPr>
          <w:p w14:paraId="4B5F47FB" w14:textId="77777777" w:rsidR="009E2B76" w:rsidRPr="002510A1" w:rsidRDefault="009E2B76" w:rsidP="000A4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Обязательства по договору аренды</w:t>
            </w:r>
          </w:p>
        </w:tc>
        <w:tc>
          <w:tcPr>
            <w:tcW w:w="1559" w:type="dxa"/>
          </w:tcPr>
          <w:p w14:paraId="2159452C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114 323</w:t>
            </w:r>
          </w:p>
        </w:tc>
        <w:tc>
          <w:tcPr>
            <w:tcW w:w="1418" w:type="dxa"/>
          </w:tcPr>
          <w:p w14:paraId="78BF6C6B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92 612</w:t>
            </w:r>
          </w:p>
        </w:tc>
        <w:tc>
          <w:tcPr>
            <w:tcW w:w="1417" w:type="dxa"/>
          </w:tcPr>
          <w:p w14:paraId="62AF30FE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67 683</w:t>
            </w:r>
          </w:p>
        </w:tc>
        <w:tc>
          <w:tcPr>
            <w:tcW w:w="1460" w:type="dxa"/>
          </w:tcPr>
          <w:p w14:paraId="75F75E4E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38 975</w:t>
            </w:r>
          </w:p>
        </w:tc>
        <w:tc>
          <w:tcPr>
            <w:tcW w:w="1652" w:type="dxa"/>
          </w:tcPr>
          <w:p w14:paraId="2DE9D4F7" w14:textId="77777777" w:rsidR="009E2B76" w:rsidRPr="002510A1" w:rsidRDefault="009E2B76" w:rsidP="00346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sz w:val="20"/>
                <w:szCs w:val="20"/>
              </w:rPr>
              <w:t>5 962</w:t>
            </w:r>
          </w:p>
        </w:tc>
      </w:tr>
      <w:tr w:rsidR="009E2B76" w:rsidRPr="002510A1" w14:paraId="0E66271F" w14:textId="77777777" w:rsidTr="0099121C">
        <w:tc>
          <w:tcPr>
            <w:tcW w:w="2405" w:type="dxa"/>
          </w:tcPr>
          <w:p w14:paraId="3D06F143" w14:textId="77777777" w:rsidR="009E2B76" w:rsidRPr="002510A1" w:rsidRDefault="009E2B76" w:rsidP="000A47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эффект на </w:t>
            </w:r>
            <w:r w:rsidR="00E45F92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4028-У</w:t>
            </w:r>
          </w:p>
        </w:tc>
        <w:tc>
          <w:tcPr>
            <w:tcW w:w="1559" w:type="dxa"/>
          </w:tcPr>
          <w:p w14:paraId="4E627BF8" w14:textId="5853CE57" w:rsidR="009E2B76" w:rsidRPr="002510A1" w:rsidRDefault="005F2986" w:rsidP="00346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2365</w:t>
            </w:r>
          </w:p>
        </w:tc>
        <w:tc>
          <w:tcPr>
            <w:tcW w:w="1418" w:type="dxa"/>
          </w:tcPr>
          <w:p w14:paraId="333AB0C3" w14:textId="221FD4B8" w:rsidR="009E2B76" w:rsidRPr="002510A1" w:rsidRDefault="005F2986" w:rsidP="00346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6997</w:t>
            </w:r>
          </w:p>
        </w:tc>
        <w:tc>
          <w:tcPr>
            <w:tcW w:w="1417" w:type="dxa"/>
          </w:tcPr>
          <w:p w14:paraId="6D9BF03E" w14:textId="3A306D03" w:rsidR="009E2B76" w:rsidRPr="002510A1" w:rsidRDefault="005F2986" w:rsidP="00346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8410</w:t>
            </w:r>
          </w:p>
        </w:tc>
        <w:tc>
          <w:tcPr>
            <w:tcW w:w="1460" w:type="dxa"/>
          </w:tcPr>
          <w:p w14:paraId="125C7EB3" w14:textId="6ED2E195" w:rsidR="009E2B76" w:rsidRPr="002510A1" w:rsidRDefault="005F2986" w:rsidP="00346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6047</w:t>
            </w:r>
          </w:p>
        </w:tc>
        <w:tc>
          <w:tcPr>
            <w:tcW w:w="1652" w:type="dxa"/>
          </w:tcPr>
          <w:p w14:paraId="01755C64" w14:textId="2B24F4A3" w:rsidR="009E2B76" w:rsidRPr="002510A1" w:rsidRDefault="005F2986" w:rsidP="00346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E2B76" w:rsidRPr="002510A1">
              <w:rPr>
                <w:rFonts w:ascii="Times New Roman" w:hAnsi="Times New Roman" w:cs="Times New Roman"/>
                <w:b/>
                <w:sz w:val="20"/>
                <w:szCs w:val="20"/>
              </w:rPr>
              <w:t>623</w:t>
            </w:r>
          </w:p>
        </w:tc>
      </w:tr>
    </w:tbl>
    <w:p w14:paraId="7FF78BFA" w14:textId="77777777" w:rsidR="009608EA" w:rsidRPr="002510A1" w:rsidRDefault="009608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FCD7D7D" w14:textId="77777777" w:rsidR="005F2986" w:rsidRPr="002510A1" w:rsidRDefault="005F2986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10A1">
        <w:rPr>
          <w:rFonts w:ascii="Times New Roman" w:hAnsi="Times New Roman" w:cs="Times New Roman"/>
          <w:sz w:val="24"/>
          <w:szCs w:val="24"/>
          <w:u w:val="single"/>
        </w:rPr>
        <w:t>Разъяснения:</w:t>
      </w:r>
    </w:p>
    <w:p w14:paraId="260E71C5" w14:textId="77777777" w:rsidR="005F2986" w:rsidRPr="002510A1" w:rsidRDefault="005F2986" w:rsidP="00D2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0A1">
        <w:rPr>
          <w:rFonts w:ascii="Times New Roman" w:hAnsi="Times New Roman" w:cs="Times New Roman"/>
          <w:sz w:val="24"/>
          <w:szCs w:val="24"/>
        </w:rPr>
        <w:t>Необходимо учитывать, что в то же время, в расчете эффекта на собственные средства при применении стандарта МСФО 17 эффект каждого месяца и года был нулевой.</w:t>
      </w:r>
    </w:p>
    <w:p w14:paraId="43C9CD15" w14:textId="77777777" w:rsidR="005F2986" w:rsidRPr="003919FA" w:rsidRDefault="005F2986" w:rsidP="003919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F2986" w:rsidRPr="003919FA" w:rsidSect="003919F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67B01"/>
    <w:multiLevelType w:val="hybridMultilevel"/>
    <w:tmpl w:val="41143060"/>
    <w:lvl w:ilvl="0" w:tplc="939AF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74788F"/>
    <w:multiLevelType w:val="hybridMultilevel"/>
    <w:tmpl w:val="A6CA2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F34CA"/>
    <w:multiLevelType w:val="hybridMultilevel"/>
    <w:tmpl w:val="D4067326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8687C"/>
    <w:multiLevelType w:val="hybridMultilevel"/>
    <w:tmpl w:val="4B5EB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960F7"/>
    <w:multiLevelType w:val="hybridMultilevel"/>
    <w:tmpl w:val="5532E3AA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57B1E"/>
    <w:multiLevelType w:val="hybridMultilevel"/>
    <w:tmpl w:val="E976FF5C"/>
    <w:lvl w:ilvl="0" w:tplc="939AF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76"/>
    <w:rsid w:val="000A47F9"/>
    <w:rsid w:val="000E1601"/>
    <w:rsid w:val="000F74ED"/>
    <w:rsid w:val="002510A1"/>
    <w:rsid w:val="00346603"/>
    <w:rsid w:val="003705EF"/>
    <w:rsid w:val="003919FA"/>
    <w:rsid w:val="003D5D5D"/>
    <w:rsid w:val="004647DA"/>
    <w:rsid w:val="004C4E28"/>
    <w:rsid w:val="00517B31"/>
    <w:rsid w:val="00545510"/>
    <w:rsid w:val="00566A2C"/>
    <w:rsid w:val="005B60DB"/>
    <w:rsid w:val="005F2986"/>
    <w:rsid w:val="00725632"/>
    <w:rsid w:val="007347AC"/>
    <w:rsid w:val="009608EA"/>
    <w:rsid w:val="00966753"/>
    <w:rsid w:val="0099121C"/>
    <w:rsid w:val="009E2B76"/>
    <w:rsid w:val="00A475F3"/>
    <w:rsid w:val="00AC3946"/>
    <w:rsid w:val="00B45545"/>
    <w:rsid w:val="00D02C0F"/>
    <w:rsid w:val="00D25945"/>
    <w:rsid w:val="00D559DF"/>
    <w:rsid w:val="00E0157D"/>
    <w:rsid w:val="00E02471"/>
    <w:rsid w:val="00E45F92"/>
    <w:rsid w:val="00ED0327"/>
    <w:rsid w:val="00F7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42F4"/>
  <w15:chartTrackingRefBased/>
  <w15:docId w15:val="{38A3CEA0-A73D-402A-899F-264864F2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B76"/>
    <w:pPr>
      <w:ind w:left="720"/>
      <w:contextualSpacing/>
    </w:pPr>
  </w:style>
  <w:style w:type="table" w:styleId="a4">
    <w:name w:val="Table Grid"/>
    <w:basedOn w:val="a1"/>
    <w:uiPriority w:val="39"/>
    <w:rsid w:val="009E2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4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47AC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D032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D032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D032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032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D03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95F71-BCEE-4765-854B-8740C9E8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7352FC5A</Template>
  <TotalTime>26</TotalTime>
  <Pages>6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Хмелев Дмитрий Алексеевич</dc:creator>
  <cp:keywords/>
  <dc:description/>
  <cp:lastModifiedBy>Денисов Алексей Юрьевич</cp:lastModifiedBy>
  <cp:revision>9</cp:revision>
  <cp:lastPrinted>2019-01-31T12:58:00Z</cp:lastPrinted>
  <dcterms:created xsi:type="dcterms:W3CDTF">2019-02-04T08:06:00Z</dcterms:created>
  <dcterms:modified xsi:type="dcterms:W3CDTF">2019-02-04T08:58:00Z</dcterms:modified>
</cp:coreProperties>
</file>